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9E420" w14:textId="77777777" w:rsidR="00CE5914" w:rsidRDefault="00CE5914" w:rsidP="00CE5914">
      <w:pPr>
        <w:pStyle w:val="a3"/>
        <w:ind w:leftChars="-2826" w:hangingChars="2826" w:hanging="5935"/>
        <w:rPr>
          <w:rFonts w:ascii="ＭＳ 明朝" w:hAnsi="ＭＳ 明朝" w:hint="eastAsia"/>
        </w:rPr>
      </w:pPr>
    </w:p>
    <w:p w14:paraId="077187B5" w14:textId="7EAC05DF" w:rsidR="00996160" w:rsidRDefault="007E00A1" w:rsidP="00CE5914">
      <w:pPr>
        <w:pStyle w:val="a3"/>
        <w:ind w:leftChars="-1611" w:hangingChars="1611" w:hanging="3383"/>
        <w:rPr>
          <w:rFonts w:ascii="ＭＳ 明朝" w:hAns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1D7F95" wp14:editId="4BBBCCC9">
                <wp:simplePos x="0" y="0"/>
                <wp:positionH relativeFrom="column">
                  <wp:posOffset>0</wp:posOffset>
                </wp:positionH>
                <wp:positionV relativeFrom="paragraph">
                  <wp:posOffset>61595</wp:posOffset>
                </wp:positionV>
                <wp:extent cx="2362200" cy="685800"/>
                <wp:effectExtent l="0" t="0" r="0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99DBB" w14:textId="2A10F0E1" w:rsidR="002A7BCE" w:rsidRDefault="007E00A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811C12" wp14:editId="284CEC46">
                                  <wp:extent cx="2057400" cy="596900"/>
                                  <wp:effectExtent l="0" t="0" r="0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7400" cy="59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1D7F9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0;margin-top:4.85pt;width:18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" stroked="f">
                <v:textbox inset="5.85pt,.7pt,5.85pt,.7pt">
                  <w:txbxContent>
                    <w:p w14:paraId="6AF99DBB" w14:textId="2A10F0E1" w:rsidR="002A7BCE" w:rsidRDefault="007E00A1">
                      <w:r>
                        <w:rPr>
                          <w:noProof/>
                        </w:rPr>
                        <w:drawing>
                          <wp:inline distT="0" distB="0" distL="0" distR="0" wp14:anchorId="14811C12" wp14:editId="284CEC46">
                            <wp:extent cx="2057400" cy="596900"/>
                            <wp:effectExtent l="0" t="0" r="0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7400" cy="59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96FCECC" w14:textId="77777777" w:rsidR="0017058D" w:rsidRDefault="0017058D" w:rsidP="00701A09">
      <w:pPr>
        <w:pStyle w:val="a3"/>
        <w:rPr>
          <w:rFonts w:ascii="ＭＳ 明朝" w:hAnsi="ＭＳ 明朝" w:hint="eastAsia"/>
        </w:rPr>
      </w:pPr>
    </w:p>
    <w:p w14:paraId="415D29BF" w14:textId="77777777" w:rsidR="0017058D" w:rsidRDefault="0017058D" w:rsidP="003A030D">
      <w:pPr>
        <w:pStyle w:val="a3"/>
        <w:rPr>
          <w:rFonts w:ascii="ＭＳ 明朝" w:hAnsi="ＭＳ 明朝" w:hint="eastAsia"/>
        </w:rPr>
      </w:pPr>
    </w:p>
    <w:p w14:paraId="2E1762B9" w14:textId="77777777" w:rsidR="00241209" w:rsidRDefault="00241209" w:rsidP="001945A4">
      <w:pPr>
        <w:pStyle w:val="a3"/>
        <w:ind w:left="5936" w:firstLineChars="200" w:firstLine="420"/>
      </w:pPr>
      <w:r>
        <w:rPr>
          <w:rFonts w:ascii="ＭＳ 明朝" w:hAnsi="ＭＳ 明朝" w:hint="eastAsia"/>
        </w:rPr>
        <w:t xml:space="preserve">　　年　　月　　日</w:t>
      </w:r>
    </w:p>
    <w:p w14:paraId="523320FB" w14:textId="77777777" w:rsidR="00241209" w:rsidRPr="00996160" w:rsidRDefault="00241209">
      <w:pPr>
        <w:pStyle w:val="a3"/>
      </w:pPr>
    </w:p>
    <w:p w14:paraId="0E852BDB" w14:textId="77777777" w:rsidR="00241209" w:rsidRPr="002543BA" w:rsidRDefault="00241209">
      <w:pPr>
        <w:pStyle w:val="a3"/>
        <w:spacing w:line="484" w:lineRule="exact"/>
        <w:jc w:val="center"/>
        <w:rPr>
          <w:sz w:val="36"/>
          <w:szCs w:val="36"/>
        </w:rPr>
      </w:pPr>
      <w:r w:rsidRPr="002543BA">
        <w:rPr>
          <w:rFonts w:eastAsia="Times New Roman" w:cs="Times New Roman"/>
          <w:b/>
          <w:bCs/>
          <w:i/>
          <w:iCs/>
          <w:sz w:val="36"/>
          <w:szCs w:val="36"/>
        </w:rPr>
        <w:t>Open Forum</w:t>
      </w:r>
      <w:r w:rsidRPr="002543BA">
        <w:rPr>
          <w:rFonts w:ascii="ＭＳ 明朝" w:hAnsi="ＭＳ 明朝" w:hint="eastAsia"/>
          <w:b/>
          <w:bCs/>
          <w:iCs/>
          <w:sz w:val="36"/>
          <w:szCs w:val="36"/>
        </w:rPr>
        <w:t>申込書</w:t>
      </w:r>
    </w:p>
    <w:p w14:paraId="25F02EE7" w14:textId="77777777" w:rsidR="00241209" w:rsidRDefault="00241209">
      <w:pPr>
        <w:pStyle w:val="a3"/>
        <w:spacing w:line="105" w:lineRule="exact"/>
      </w:pPr>
    </w:p>
    <w:tbl>
      <w:tblPr>
        <w:tblW w:w="0" w:type="auto"/>
        <w:tblInd w:w="115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4"/>
        <w:gridCol w:w="436"/>
        <w:gridCol w:w="150"/>
        <w:gridCol w:w="434"/>
        <w:gridCol w:w="316"/>
        <w:gridCol w:w="100"/>
        <w:gridCol w:w="435"/>
        <w:gridCol w:w="365"/>
        <w:gridCol w:w="100"/>
        <w:gridCol w:w="350"/>
        <w:gridCol w:w="35"/>
        <w:gridCol w:w="365"/>
        <w:gridCol w:w="400"/>
        <w:gridCol w:w="400"/>
        <w:gridCol w:w="200"/>
        <w:gridCol w:w="200"/>
        <w:gridCol w:w="278"/>
        <w:gridCol w:w="122"/>
        <w:gridCol w:w="250"/>
        <w:gridCol w:w="100"/>
        <w:gridCol w:w="200"/>
        <w:gridCol w:w="181"/>
        <w:gridCol w:w="919"/>
        <w:gridCol w:w="400"/>
        <w:gridCol w:w="1516"/>
      </w:tblGrid>
      <w:tr w:rsidR="00241209" w:rsidRPr="003F40A7" w14:paraId="2030B2A5" w14:textId="77777777" w:rsidTr="002543BA">
        <w:tblPrEx>
          <w:tblCellMar>
            <w:top w:w="0" w:type="dxa"/>
            <w:bottom w:w="0" w:type="dxa"/>
          </w:tblCellMar>
        </w:tblPrEx>
        <w:trPr>
          <w:trHeight w:hRule="exact" w:val="425"/>
        </w:trPr>
        <w:tc>
          <w:tcPr>
            <w:tcW w:w="135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40C31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氏　　名</w:t>
            </w:r>
          </w:p>
        </w:tc>
        <w:tc>
          <w:tcPr>
            <w:tcW w:w="2750" w:type="dxa"/>
            <w:gridSpan w:val="10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947715" w14:textId="77777777" w:rsidR="00241209" w:rsidRPr="003F40A7" w:rsidRDefault="00241209">
            <w:pPr>
              <w:pStyle w:val="a3"/>
              <w:spacing w:before="108"/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A9652E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フリガナ</w:t>
            </w:r>
          </w:p>
        </w:tc>
        <w:tc>
          <w:tcPr>
            <w:tcW w:w="3016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69B55A0" w14:textId="77777777" w:rsidR="00241209" w:rsidRPr="003F40A7" w:rsidRDefault="00241209">
            <w:pPr>
              <w:pStyle w:val="a3"/>
              <w:spacing w:before="108"/>
              <w:rPr>
                <w:sz w:val="20"/>
                <w:szCs w:val="20"/>
              </w:rPr>
            </w:pPr>
          </w:p>
        </w:tc>
      </w:tr>
      <w:tr w:rsidR="00241209" w:rsidRPr="003F40A7" w14:paraId="546D1FA7" w14:textId="77777777" w:rsidTr="00C07F70">
        <w:tblPrEx>
          <w:tblCellMar>
            <w:top w:w="0" w:type="dxa"/>
            <w:bottom w:w="0" w:type="dxa"/>
          </w:tblCellMar>
        </w:tblPrEx>
        <w:trPr>
          <w:trHeight w:hRule="exact" w:val="897"/>
        </w:trPr>
        <w:tc>
          <w:tcPr>
            <w:tcW w:w="1350" w:type="dxa"/>
            <w:gridSpan w:val="5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421D6A" w14:textId="77777777" w:rsidR="00241209" w:rsidRPr="003F40A7" w:rsidRDefault="00241209" w:rsidP="0055728E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送付先住所</w:t>
            </w:r>
          </w:p>
        </w:tc>
        <w:tc>
          <w:tcPr>
            <w:tcW w:w="6916" w:type="dxa"/>
            <w:gridSpan w:val="20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E6F2B33" w14:textId="77777777" w:rsidR="00241209" w:rsidRPr="003F40A7" w:rsidRDefault="00241209">
            <w:pPr>
              <w:pStyle w:val="a3"/>
              <w:rPr>
                <w:rFonts w:ascii="ＭＳ 明朝" w:hAnsi="ＭＳ 明朝" w:hint="eastAsia"/>
                <w:spacing w:val="-5"/>
                <w:sz w:val="20"/>
                <w:szCs w:val="20"/>
              </w:rPr>
            </w:pPr>
            <w:r w:rsidRPr="003F40A7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〒</w:t>
            </w:r>
          </w:p>
          <w:p w14:paraId="59D90623" w14:textId="77777777" w:rsidR="00D62712" w:rsidRPr="003F40A7" w:rsidRDefault="00D62712">
            <w:pPr>
              <w:pStyle w:val="a3"/>
              <w:rPr>
                <w:rFonts w:ascii="ＭＳ 明朝" w:hAnsi="ＭＳ 明朝" w:hint="eastAsia"/>
                <w:spacing w:val="-5"/>
                <w:sz w:val="20"/>
                <w:szCs w:val="20"/>
              </w:rPr>
            </w:pPr>
          </w:p>
          <w:p w14:paraId="75CD58E9" w14:textId="77777777" w:rsidR="00241209" w:rsidRDefault="00241209" w:rsidP="00C07F70">
            <w:pPr>
              <w:pStyle w:val="a3"/>
              <w:ind w:firstLineChars="50" w:firstLine="85"/>
              <w:rPr>
                <w:rFonts w:ascii="ＭＳ 明朝" w:hAnsi="ＭＳ 明朝"/>
                <w:spacing w:val="-5"/>
                <w:sz w:val="20"/>
                <w:szCs w:val="20"/>
              </w:rPr>
            </w:pPr>
            <w:r w:rsidRPr="002543BA">
              <w:rPr>
                <w:rFonts w:ascii="ＭＳ 明朝" w:hAnsi="ＭＳ 明朝" w:hint="eastAsia"/>
                <w:spacing w:val="-5"/>
                <w:sz w:val="18"/>
                <w:szCs w:val="18"/>
              </w:rPr>
              <w:t>ＴＥＬ</w:t>
            </w:r>
            <w:r w:rsidRPr="003F40A7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       </w:t>
            </w: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（　　　　）</w:t>
            </w:r>
            <w:r w:rsidR="0055728E"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 xml:space="preserve">          </w:t>
            </w:r>
          </w:p>
          <w:p w14:paraId="61D8C792" w14:textId="77777777" w:rsidR="00C07F70" w:rsidRPr="00C07F70" w:rsidRDefault="00C07F70" w:rsidP="00C07F70">
            <w:pPr>
              <w:pStyle w:val="a3"/>
              <w:ind w:firstLineChars="50" w:firstLine="90"/>
              <w:rPr>
                <w:rFonts w:ascii="ＭＳ 明朝" w:hAnsi="ＭＳ 明朝"/>
                <w:sz w:val="20"/>
                <w:szCs w:val="20"/>
              </w:rPr>
            </w:pPr>
            <w:r w:rsidRPr="00C07F70">
              <w:rPr>
                <w:rFonts w:ascii="ＭＳ 明朝" w:hAnsi="ＭＳ 明朝" w:hint="eastAsia"/>
                <w:sz w:val="18"/>
                <w:szCs w:val="18"/>
              </w:rPr>
              <w:t>Ｍａｉｌ</w:t>
            </w:r>
            <w:r>
              <w:rPr>
                <w:rFonts w:ascii="ＭＳ 明朝" w:hAnsi="ＭＳ 明朝" w:hint="eastAsia"/>
                <w:sz w:val="18"/>
                <w:szCs w:val="18"/>
              </w:rPr>
              <w:t>：</w:t>
            </w:r>
          </w:p>
        </w:tc>
      </w:tr>
      <w:tr w:rsidR="00241209" w14:paraId="4D2F2E90" w14:textId="77777777" w:rsidTr="002543BA">
        <w:tblPrEx>
          <w:tblCellMar>
            <w:top w:w="0" w:type="dxa"/>
            <w:bottom w:w="0" w:type="dxa"/>
          </w:tblCellMar>
        </w:tblPrEx>
        <w:trPr>
          <w:trHeight w:hRule="exact" w:val="425"/>
        </w:trPr>
        <w:tc>
          <w:tcPr>
            <w:tcW w:w="4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642DEB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１</w:t>
            </w:r>
          </w:p>
        </w:tc>
        <w:tc>
          <w:tcPr>
            <w:tcW w:w="1900" w:type="dxa"/>
            <w:gridSpan w:val="7"/>
            <w:tcBorders>
              <w:top w:val="single" w:sz="12" w:space="0" w:color="000000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14:paraId="134291ED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本学学生</w:t>
            </w:r>
          </w:p>
        </w:tc>
        <w:tc>
          <w:tcPr>
            <w:tcW w:w="385" w:type="dxa"/>
            <w:gridSpan w:val="2"/>
            <w:tcBorders>
              <w:top w:val="single" w:sz="12" w:space="0" w:color="000000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14:paraId="7BE4E6D1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２</w:t>
            </w:r>
          </w:p>
        </w:tc>
        <w:tc>
          <w:tcPr>
            <w:tcW w:w="1843" w:type="dxa"/>
            <w:gridSpan w:val="6"/>
            <w:tcBorders>
              <w:top w:val="single" w:sz="12" w:space="0" w:color="000000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14:paraId="1777E932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本学教職員</w:t>
            </w:r>
          </w:p>
          <w:p w14:paraId="6E39F402" w14:textId="77777777" w:rsidR="00241209" w:rsidRPr="00D62712" w:rsidRDefault="00241209" w:rsidP="00345A33">
            <w:pPr>
              <w:pStyle w:val="a3"/>
              <w:jc w:val="center"/>
              <w:rPr>
                <w:sz w:val="16"/>
                <w:szCs w:val="16"/>
              </w:rPr>
            </w:pPr>
            <w:r w:rsidRPr="00D62712">
              <w:rPr>
                <w:rFonts w:eastAsia="Times New Roman" w:cs="Times New Roman"/>
                <w:spacing w:val="-4"/>
                <w:sz w:val="16"/>
                <w:szCs w:val="16"/>
              </w:rPr>
              <w:t>(</w:t>
            </w:r>
            <w:r w:rsidRPr="00D62712">
              <w:rPr>
                <w:rFonts w:ascii="ＭＳ 明朝" w:hAnsi="ＭＳ 明朝" w:hint="eastAsia"/>
                <w:spacing w:val="-4"/>
                <w:sz w:val="16"/>
                <w:szCs w:val="16"/>
              </w:rPr>
              <w:t>客員教員</w:t>
            </w:r>
            <w:r w:rsidR="00940C13" w:rsidRPr="00D62712">
              <w:rPr>
                <w:rFonts w:ascii="ＭＳ 明朝" w:hAnsi="ＭＳ 明朝" w:hint="eastAsia"/>
                <w:spacing w:val="-4"/>
                <w:sz w:val="16"/>
                <w:szCs w:val="16"/>
              </w:rPr>
              <w:t>を</w:t>
            </w:r>
            <w:r w:rsidRPr="00D62712">
              <w:rPr>
                <w:rFonts w:ascii="ＭＳ 明朝" w:hAnsi="ＭＳ 明朝" w:hint="eastAsia"/>
                <w:spacing w:val="-4"/>
                <w:sz w:val="16"/>
                <w:szCs w:val="16"/>
              </w:rPr>
              <w:t>含む</w:t>
            </w:r>
            <w:r w:rsidRPr="00D62712">
              <w:rPr>
                <w:rFonts w:eastAsia="Times New Roman" w:cs="Times New Roman"/>
                <w:spacing w:val="-4"/>
                <w:sz w:val="16"/>
                <w:szCs w:val="16"/>
              </w:rPr>
              <w:t>)</w:t>
            </w:r>
          </w:p>
        </w:tc>
        <w:tc>
          <w:tcPr>
            <w:tcW w:w="372" w:type="dxa"/>
            <w:gridSpan w:val="2"/>
            <w:tcBorders>
              <w:top w:val="single" w:sz="12" w:space="0" w:color="000000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14:paraId="4052F08E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３</w:t>
            </w:r>
          </w:p>
        </w:tc>
        <w:tc>
          <w:tcPr>
            <w:tcW w:w="1400" w:type="dxa"/>
            <w:gridSpan w:val="4"/>
            <w:tcBorders>
              <w:top w:val="single" w:sz="12" w:space="0" w:color="000000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14:paraId="48E34CEE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原稿執筆者</w:t>
            </w:r>
          </w:p>
        </w:tc>
        <w:tc>
          <w:tcPr>
            <w:tcW w:w="400" w:type="dxa"/>
            <w:tcBorders>
              <w:top w:val="single" w:sz="12" w:space="0" w:color="000000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14:paraId="530B1C07" w14:textId="77777777" w:rsidR="00241209" w:rsidRPr="003F40A7" w:rsidRDefault="00241209" w:rsidP="00345A33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４</w:t>
            </w:r>
          </w:p>
        </w:tc>
        <w:tc>
          <w:tcPr>
            <w:tcW w:w="1516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6C3F2304" w14:textId="77777777" w:rsidR="00241209" w:rsidRPr="003F40A7" w:rsidRDefault="00241209" w:rsidP="0055728E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pacing w:val="-5"/>
                <w:sz w:val="20"/>
                <w:szCs w:val="20"/>
              </w:rPr>
              <w:t>一般</w:t>
            </w:r>
          </w:p>
        </w:tc>
      </w:tr>
      <w:tr w:rsidR="005D6CC4" w14:paraId="4CF2829F" w14:textId="77777777" w:rsidTr="000E3FED">
        <w:tblPrEx>
          <w:tblCellMar>
            <w:top w:w="0" w:type="dxa"/>
            <w:bottom w:w="0" w:type="dxa"/>
          </w:tblCellMar>
        </w:tblPrEx>
        <w:trPr>
          <w:gridBefore w:val="1"/>
          <w:wBefore w:w="14" w:type="dxa"/>
          <w:cantSplit/>
          <w:trHeight w:hRule="exact" w:val="427"/>
        </w:trPr>
        <w:tc>
          <w:tcPr>
            <w:tcW w:w="5417" w:type="dxa"/>
            <w:gridSpan w:val="21"/>
            <w:tcBorders>
              <w:top w:val="single" w:sz="12" w:space="0" w:color="auto"/>
              <w:left w:val="single" w:sz="12" w:space="0" w:color="FFFFFF"/>
            </w:tcBorders>
            <w:shd w:val="clear" w:color="auto" w:fill="auto"/>
          </w:tcPr>
          <w:p w14:paraId="261A298C" w14:textId="030BDA8B" w:rsidR="005D6CC4" w:rsidRPr="0055728E" w:rsidRDefault="007E00A1" w:rsidP="00B15E24">
            <w:pPr>
              <w:pStyle w:val="a3"/>
              <w:spacing w:before="108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B43DCA" wp14:editId="4DE5C6E3">
                      <wp:simplePos x="0" y="0"/>
                      <wp:positionH relativeFrom="column">
                        <wp:posOffset>1986280</wp:posOffset>
                      </wp:positionH>
                      <wp:positionV relativeFrom="paragraph">
                        <wp:posOffset>24130</wp:posOffset>
                      </wp:positionV>
                      <wp:extent cx="3133725" cy="203835"/>
                      <wp:effectExtent l="0" t="0" r="0" b="0"/>
                      <wp:wrapNone/>
                      <wp:docPr id="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72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AF1254" w14:textId="77777777" w:rsidR="00B15E24" w:rsidRPr="00B15E24" w:rsidRDefault="00B15E24"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 w:rsidRPr="0055728E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（１～３は割引対象者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 w:rsidRPr="00B15E2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なお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Pr="00B15E2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３</w:t>
                                  </w:r>
                                  <w:r w:rsidRPr="00B15E24">
                                    <w:rPr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  <w:r w:rsidRPr="00B15E2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原稿執筆号のみ割引）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43DCA" id="Text Box 34" o:spid="_x0000_s1027" type="#_x0000_t202" style="position:absolute;left:0;text-align:left;margin-left:156.4pt;margin-top:1.9pt;width:246.75pt;height:1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" stroked="f">
                      <v:textbox inset="5.85pt,.7pt,5.85pt,.7pt">
                        <w:txbxContent>
                          <w:p w14:paraId="75AF1254" w14:textId="77777777" w:rsidR="00B15E24" w:rsidRPr="00B15E24" w:rsidRDefault="00B15E24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55728E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（１～３は割引対象者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Pr="00B15E2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なお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B15E2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Pr="00B15E24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B15E2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原稿執筆号のみ割引）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728E" w:rsidRPr="0055728E">
              <w:rPr>
                <w:rFonts w:ascii="ＭＳ 明朝" w:hAnsi="ＭＳ 明朝" w:hint="eastAsia"/>
                <w:sz w:val="18"/>
                <w:szCs w:val="18"/>
              </w:rPr>
              <w:t>※該当する番号に○をつけてください。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4B8B487" w14:textId="77777777" w:rsidR="005D6CC4" w:rsidRDefault="005D6CC4">
            <w:pPr>
              <w:pStyle w:val="a3"/>
              <w:spacing w:before="108"/>
            </w:pPr>
          </w:p>
        </w:tc>
      </w:tr>
      <w:tr w:rsidR="00241209" w14:paraId="057B5CA1" w14:textId="77777777" w:rsidTr="000E3FED">
        <w:tblPrEx>
          <w:tblCellMar>
            <w:top w:w="0" w:type="dxa"/>
            <w:bottom w:w="0" w:type="dxa"/>
          </w:tblCellMar>
        </w:tblPrEx>
        <w:trPr>
          <w:cantSplit/>
          <w:trHeight w:hRule="exact" w:val="211"/>
        </w:trPr>
        <w:tc>
          <w:tcPr>
            <w:tcW w:w="60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0E89F6F7" w14:textId="77777777" w:rsidR="00241209" w:rsidRPr="003A030D" w:rsidRDefault="00241209" w:rsidP="007221CB">
            <w:pPr>
              <w:pStyle w:val="a3"/>
              <w:jc w:val="center"/>
              <w:rPr>
                <w:sz w:val="20"/>
                <w:szCs w:val="20"/>
              </w:rPr>
            </w:pPr>
            <w:r w:rsidRPr="003A030D">
              <w:rPr>
                <w:rFonts w:ascii="ＭＳ 明朝" w:hAnsi="ＭＳ 明朝" w:hint="eastAsia"/>
                <w:spacing w:val="-5"/>
                <w:sz w:val="20"/>
                <w:szCs w:val="20"/>
              </w:rPr>
              <w:t>学生</w:t>
            </w:r>
          </w:p>
          <w:p w14:paraId="5DD4161B" w14:textId="77777777" w:rsidR="00241209" w:rsidRDefault="00241209" w:rsidP="007221CB">
            <w:pPr>
              <w:pStyle w:val="a3"/>
              <w:jc w:val="center"/>
            </w:pPr>
            <w:r w:rsidRPr="003A030D">
              <w:rPr>
                <w:rFonts w:ascii="ＭＳ 明朝" w:hAnsi="ＭＳ 明朝" w:hint="eastAsia"/>
                <w:spacing w:val="-5"/>
                <w:sz w:val="20"/>
                <w:szCs w:val="20"/>
              </w:rPr>
              <w:t>番号</w:t>
            </w:r>
          </w:p>
        </w:tc>
        <w:tc>
          <w:tcPr>
            <w:tcW w:w="43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C60E260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416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1BD94B2D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435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A25D011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365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17AC0A66" w14:textId="17E6043B" w:rsidR="00241209" w:rsidRDefault="007E00A1">
            <w:pPr>
              <w:pStyle w:val="a3"/>
              <w:spacing w:before="10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 wp14:anchorId="4AB32CDF" wp14:editId="74F28BB1">
                      <wp:simplePos x="0" y="0"/>
                      <wp:positionH relativeFrom="column">
                        <wp:posOffset>1292225</wp:posOffset>
                      </wp:positionH>
                      <wp:positionV relativeFrom="paragraph">
                        <wp:posOffset>157480</wp:posOffset>
                      </wp:positionV>
                      <wp:extent cx="15875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8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5AE021" id="Line 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5pt,12.4pt" to="114.2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" o:allowincell="f" strokeweight=".5pt"/>
                  </w:pict>
                </mc:Fallback>
              </mc:AlternateContent>
            </w:r>
          </w:p>
        </w:tc>
        <w:tc>
          <w:tcPr>
            <w:tcW w:w="450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3E17A606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400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C490C26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400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963CABA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400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5464E888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400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3E3994A1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400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207BB8E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350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3DB312F9" w14:textId="27E061B3" w:rsidR="00241209" w:rsidRDefault="007E00A1">
            <w:pPr>
              <w:pStyle w:val="a3"/>
              <w:spacing w:before="10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56CD5395" wp14:editId="77C3A6BC">
                      <wp:simplePos x="0" y="0"/>
                      <wp:positionH relativeFrom="column">
                        <wp:posOffset>3082290</wp:posOffset>
                      </wp:positionH>
                      <wp:positionV relativeFrom="paragraph">
                        <wp:posOffset>157480</wp:posOffset>
                      </wp:positionV>
                      <wp:extent cx="158750" cy="0"/>
                      <wp:effectExtent l="0" t="0" r="0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8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F85B91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7pt,12.4pt" to="255.2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" o:allowincell="f" strokeweight=".5pt"/>
                  </w:pict>
                </mc:Fallback>
              </mc:AlternateContent>
            </w:r>
          </w:p>
        </w:tc>
        <w:tc>
          <w:tcPr>
            <w:tcW w:w="381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14:paraId="19EBB2E0" w14:textId="77777777" w:rsidR="00241209" w:rsidRDefault="00241209">
            <w:pPr>
              <w:pStyle w:val="a3"/>
              <w:spacing w:before="108"/>
              <w:rPr>
                <w:rFonts w:hint="eastAsia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39FBBE" w14:textId="77777777" w:rsidR="00241209" w:rsidRDefault="00241209">
            <w:pPr>
              <w:pStyle w:val="a3"/>
              <w:spacing w:before="108"/>
            </w:pPr>
          </w:p>
        </w:tc>
      </w:tr>
      <w:tr w:rsidR="00241209" w14:paraId="3B5A8DCB" w14:textId="77777777" w:rsidTr="000E3FED">
        <w:tblPrEx>
          <w:tblCellMar>
            <w:top w:w="0" w:type="dxa"/>
            <w:bottom w:w="0" w:type="dxa"/>
          </w:tblCellMar>
        </w:tblPrEx>
        <w:trPr>
          <w:cantSplit/>
          <w:trHeight w:hRule="exact" w:val="107"/>
        </w:trPr>
        <w:tc>
          <w:tcPr>
            <w:tcW w:w="600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689D2D3B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3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DD2FBA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7CD46D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3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EE3C20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85926E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5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C4F7B13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315E26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F58DE8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751B64D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CB98F4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B793CB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5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AADB3B5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81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4D3DBE1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0EA71843" w14:textId="77777777" w:rsidR="00241209" w:rsidRDefault="00241209">
            <w:pPr>
              <w:pStyle w:val="a3"/>
              <w:wordWrap/>
              <w:spacing w:line="240" w:lineRule="auto"/>
            </w:pPr>
          </w:p>
        </w:tc>
      </w:tr>
      <w:tr w:rsidR="00241209" w14:paraId="4C05C86D" w14:textId="77777777" w:rsidTr="000E3FED">
        <w:tblPrEx>
          <w:tblCellMar>
            <w:top w:w="0" w:type="dxa"/>
            <w:bottom w:w="0" w:type="dxa"/>
          </w:tblCellMar>
        </w:tblPrEx>
        <w:trPr>
          <w:cantSplit/>
          <w:trHeight w:hRule="exact" w:val="110"/>
        </w:trPr>
        <w:tc>
          <w:tcPr>
            <w:tcW w:w="60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BFE7B37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3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CC9B7FD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1A41192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35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E42CB67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65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6382258D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50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2E78B3C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57D53DAF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AAC47F4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E512C44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B1BF142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A0378E5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50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241D636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81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2C3BA8B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09D85A1D" w14:textId="77777777" w:rsidR="00241209" w:rsidRDefault="00241209">
            <w:pPr>
              <w:pStyle w:val="a3"/>
              <w:wordWrap/>
              <w:spacing w:line="240" w:lineRule="auto"/>
            </w:pPr>
          </w:p>
        </w:tc>
      </w:tr>
    </w:tbl>
    <w:p w14:paraId="14E6D8CA" w14:textId="77777777" w:rsidR="00241209" w:rsidRPr="0055728E" w:rsidRDefault="0055728E" w:rsidP="0055728E">
      <w:pPr>
        <w:pStyle w:val="a3"/>
        <w:ind w:firstLineChars="50" w:firstLine="90"/>
        <w:rPr>
          <w:rFonts w:ascii="ＭＳ 明朝" w:hAnsi="ＭＳ 明朝" w:hint="eastAsia"/>
          <w:sz w:val="18"/>
          <w:szCs w:val="18"/>
        </w:rPr>
      </w:pPr>
      <w:r w:rsidRPr="0055728E">
        <w:rPr>
          <w:rFonts w:ascii="ＭＳ 明朝" w:hAnsi="ＭＳ 明朝" w:hint="eastAsia"/>
          <w:sz w:val="18"/>
          <w:szCs w:val="18"/>
        </w:rPr>
        <w:t>※本学</w:t>
      </w:r>
      <w:r w:rsidR="00241B41">
        <w:rPr>
          <w:rFonts w:ascii="ＭＳ 明朝" w:hAnsi="ＭＳ 明朝" w:hint="eastAsia"/>
          <w:sz w:val="18"/>
          <w:szCs w:val="18"/>
        </w:rPr>
        <w:t>在籍</w:t>
      </w:r>
      <w:r w:rsidR="00C07F70">
        <w:rPr>
          <w:rFonts w:ascii="ＭＳ 明朝" w:hAnsi="ＭＳ 明朝" w:hint="eastAsia"/>
          <w:sz w:val="18"/>
          <w:szCs w:val="18"/>
        </w:rPr>
        <w:t>中の</w:t>
      </w:r>
      <w:r w:rsidRPr="0055728E">
        <w:rPr>
          <w:rFonts w:ascii="ＭＳ 明朝" w:hAnsi="ＭＳ 明朝" w:hint="eastAsia"/>
          <w:sz w:val="18"/>
          <w:szCs w:val="18"/>
        </w:rPr>
        <w:t>学生</w:t>
      </w:r>
      <w:r w:rsidR="00172410">
        <w:rPr>
          <w:rFonts w:ascii="ＭＳ 明朝" w:hAnsi="ＭＳ 明朝" w:hint="eastAsia"/>
          <w:sz w:val="18"/>
          <w:szCs w:val="18"/>
        </w:rPr>
        <w:t>（卒業生・修了生を除く）</w:t>
      </w:r>
      <w:r w:rsidRPr="0055728E">
        <w:rPr>
          <w:rFonts w:ascii="ＭＳ 明朝" w:hAnsi="ＭＳ 明朝" w:hint="eastAsia"/>
          <w:sz w:val="18"/>
          <w:szCs w:val="18"/>
        </w:rPr>
        <w:t>は，割引</w:t>
      </w:r>
      <w:r w:rsidR="00172410">
        <w:rPr>
          <w:rFonts w:ascii="ＭＳ 明朝" w:hAnsi="ＭＳ 明朝" w:hint="eastAsia"/>
          <w:sz w:val="18"/>
          <w:szCs w:val="18"/>
        </w:rPr>
        <w:t>されますので、</w:t>
      </w:r>
      <w:r w:rsidRPr="0055728E">
        <w:rPr>
          <w:rFonts w:ascii="ＭＳ 明朝" w:hAnsi="ＭＳ 明朝" w:hint="eastAsia"/>
          <w:sz w:val="18"/>
          <w:szCs w:val="18"/>
        </w:rPr>
        <w:t>学生番号を必ず記入してください。</w:t>
      </w:r>
    </w:p>
    <w:p w14:paraId="77177307" w14:textId="77777777" w:rsidR="00241209" w:rsidRDefault="00241209">
      <w:pPr>
        <w:pStyle w:val="a3"/>
        <w:spacing w:line="105" w:lineRule="exact"/>
        <w:rPr>
          <w:rFonts w:hint="eastAsia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27"/>
        <w:gridCol w:w="3480"/>
        <w:gridCol w:w="992"/>
        <w:gridCol w:w="1571"/>
      </w:tblGrid>
      <w:tr w:rsidR="00241209" w:rsidRPr="00737F0D" w14:paraId="1D5AE52B" w14:textId="77777777" w:rsidTr="008B3BA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222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4D5D8" w14:textId="77777777" w:rsidR="00241209" w:rsidRPr="00737F0D" w:rsidRDefault="00241209" w:rsidP="000E3FED">
            <w:pPr>
              <w:pStyle w:val="a3"/>
              <w:spacing w:before="108"/>
              <w:jc w:val="center"/>
              <w:rPr>
                <w:sz w:val="20"/>
                <w:szCs w:val="20"/>
              </w:rPr>
            </w:pPr>
            <w:r w:rsidRPr="00737F0D">
              <w:rPr>
                <w:rFonts w:ascii="ＭＳ 明朝" w:hAnsi="ＭＳ 明朝" w:hint="eastAsia"/>
                <w:sz w:val="20"/>
                <w:szCs w:val="20"/>
              </w:rPr>
              <w:t>冊　　　　子</w:t>
            </w:r>
          </w:p>
        </w:tc>
        <w:tc>
          <w:tcPr>
            <w:tcW w:w="348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AC9484" w14:textId="77777777" w:rsidR="00241209" w:rsidRPr="00737F0D" w:rsidRDefault="00241209" w:rsidP="000E3FED">
            <w:pPr>
              <w:pStyle w:val="a3"/>
              <w:spacing w:before="108"/>
              <w:jc w:val="center"/>
              <w:rPr>
                <w:sz w:val="20"/>
                <w:szCs w:val="20"/>
              </w:rPr>
            </w:pPr>
            <w:r w:rsidRPr="00737F0D">
              <w:rPr>
                <w:rFonts w:ascii="ＭＳ 明朝" w:hAnsi="ＭＳ 明朝" w:hint="eastAsia"/>
                <w:sz w:val="20"/>
                <w:szCs w:val="20"/>
              </w:rPr>
              <w:t>単　　　価</w:t>
            </w: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CA45A6" w14:textId="77777777" w:rsidR="00241209" w:rsidRPr="00737F0D" w:rsidRDefault="0017058D" w:rsidP="000E3FED">
            <w:pPr>
              <w:pStyle w:val="a3"/>
              <w:spacing w:before="108"/>
              <w:jc w:val="center"/>
              <w:rPr>
                <w:sz w:val="20"/>
                <w:szCs w:val="20"/>
              </w:rPr>
            </w:pPr>
            <w:r w:rsidRPr="00737F0D">
              <w:rPr>
                <w:rFonts w:ascii="ＭＳ 明朝" w:hAnsi="ＭＳ 明朝" w:hint="eastAsia"/>
                <w:sz w:val="20"/>
                <w:szCs w:val="20"/>
              </w:rPr>
              <w:t>申込</w:t>
            </w:r>
            <w:r w:rsidR="00241209" w:rsidRPr="00737F0D">
              <w:rPr>
                <w:rFonts w:ascii="ＭＳ 明朝" w:hAnsi="ＭＳ 明朝" w:hint="eastAsia"/>
                <w:sz w:val="20"/>
                <w:szCs w:val="20"/>
              </w:rPr>
              <w:t>数</w:t>
            </w:r>
          </w:p>
        </w:tc>
        <w:tc>
          <w:tcPr>
            <w:tcW w:w="157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0DEC5E7" w14:textId="77777777" w:rsidR="00241209" w:rsidRPr="00737F0D" w:rsidRDefault="00241209" w:rsidP="000E3FED">
            <w:pPr>
              <w:pStyle w:val="a3"/>
              <w:spacing w:before="108"/>
              <w:jc w:val="center"/>
              <w:rPr>
                <w:sz w:val="20"/>
                <w:szCs w:val="20"/>
              </w:rPr>
            </w:pPr>
            <w:r w:rsidRPr="00737F0D">
              <w:rPr>
                <w:rFonts w:ascii="ＭＳ 明朝" w:hAnsi="ＭＳ 明朝" w:hint="eastAsia"/>
                <w:sz w:val="20"/>
                <w:szCs w:val="20"/>
              </w:rPr>
              <w:t xml:space="preserve">金　　</w:t>
            </w:r>
            <w:r w:rsidRPr="00737F0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737F0D">
              <w:rPr>
                <w:rFonts w:ascii="ＭＳ 明朝" w:hAnsi="ＭＳ 明朝" w:hint="eastAsia"/>
                <w:sz w:val="20"/>
                <w:szCs w:val="20"/>
              </w:rPr>
              <w:t>額</w:t>
            </w:r>
          </w:p>
        </w:tc>
      </w:tr>
      <w:tr w:rsidR="00241209" w:rsidRPr="002543BA" w14:paraId="452F640C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6994" w14:textId="77777777" w:rsidR="00241209" w:rsidRPr="002543BA" w:rsidRDefault="00241209" w:rsidP="000E3FED">
            <w:pPr>
              <w:pStyle w:val="a3"/>
              <w:jc w:val="center"/>
              <w:rPr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F23618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創刊号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DD2D21" w14:textId="77777777" w:rsidR="00241209" w:rsidRPr="00737F0D" w:rsidRDefault="00854F11" w:rsidP="000E3FED">
            <w:pPr>
              <w:pStyle w:val="a3"/>
              <w:jc w:val="center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F23618" w:rsidRPr="00737F0D">
              <w:rPr>
                <w:rFonts w:ascii="ＭＳ 明朝" w:hAnsi="ＭＳ 明朝" w:hint="eastAsia"/>
                <w:sz w:val="18"/>
                <w:szCs w:val="18"/>
              </w:rPr>
              <w:t>消費税込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８５０</w:t>
            </w:r>
            <w:r w:rsidR="00F23618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F23618"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F23618"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６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８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０</w:t>
            </w:r>
            <w:r w:rsidR="00F23618" w:rsidRPr="00737F0D">
              <w:rPr>
                <w:rFonts w:ascii="ＭＳ 明朝" w:hAnsi="ＭＳ 明朝" w:hint="eastAsia"/>
                <w:sz w:val="18"/>
                <w:szCs w:val="18"/>
              </w:rPr>
              <w:t>円）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192713" w14:textId="77777777" w:rsidR="00241209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</w:t>
            </w:r>
            <w:r w:rsidR="00854F11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4FCE6D0" w14:textId="77777777" w:rsidR="00241209" w:rsidRPr="002543BA" w:rsidRDefault="00854F11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854F11" w:rsidRPr="002543BA" w14:paraId="7533E27D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DF9D3" w14:textId="77777777" w:rsidR="00854F11" w:rsidRPr="002543BA" w:rsidRDefault="00737F0D" w:rsidP="000E3FED">
            <w:pPr>
              <w:pStyle w:val="a3"/>
              <w:jc w:val="center"/>
              <w:rPr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54F1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第２号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05E8DA" w14:textId="77777777" w:rsidR="00854F11" w:rsidRPr="00737F0D" w:rsidRDefault="00854F11" w:rsidP="000E3FED">
            <w:pPr>
              <w:pStyle w:val="a3"/>
              <w:jc w:val="center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 xml:space="preserve"> 消費税込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９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７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６０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C29478" w14:textId="77777777" w:rsidR="00854F11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</w:t>
            </w:r>
            <w:r w:rsidR="00854F11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BC66595" w14:textId="77777777" w:rsidR="00854F11" w:rsidRPr="002543BA" w:rsidRDefault="00854F11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　円</w:t>
            </w:r>
          </w:p>
        </w:tc>
      </w:tr>
      <w:tr w:rsidR="00854F11" w:rsidRPr="002543BA" w14:paraId="48C21967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BBAF" w14:textId="77777777" w:rsidR="00854F11" w:rsidRPr="002543BA" w:rsidRDefault="00737F0D" w:rsidP="000E3FED">
            <w:pPr>
              <w:pStyle w:val="a3"/>
              <w:jc w:val="center"/>
              <w:rPr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54F1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第３号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212688" w14:textId="77777777" w:rsidR="00854F11" w:rsidRPr="00737F0D" w:rsidRDefault="00854F11" w:rsidP="000E3FED">
            <w:pPr>
              <w:pStyle w:val="a3"/>
              <w:jc w:val="center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 xml:space="preserve"> 消費税込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９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277CC2" w:rsidRPr="00737F0D">
              <w:rPr>
                <w:rFonts w:ascii="ＭＳ 明朝" w:hAnsi="ＭＳ 明朝" w:hint="eastAsia"/>
                <w:sz w:val="18"/>
                <w:szCs w:val="18"/>
              </w:rPr>
              <w:t>７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６０</w:t>
            </w:r>
            <w:r w:rsidR="00277CC2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CFEFD9" w14:textId="77777777" w:rsidR="00854F11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</w:t>
            </w:r>
            <w:r w:rsidR="00854F11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F311366" w14:textId="77777777" w:rsidR="00854F11" w:rsidRPr="002543BA" w:rsidRDefault="00854F11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854F11" w:rsidRPr="002543BA" w14:paraId="2EDB1262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56D3E" w14:textId="77777777" w:rsidR="00854F11" w:rsidRPr="002543BA" w:rsidRDefault="00737F0D" w:rsidP="000E3FED">
            <w:pPr>
              <w:pStyle w:val="a3"/>
              <w:jc w:val="center"/>
              <w:rPr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54F1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第４号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4CC1C9" w14:textId="77777777" w:rsidR="00854F11" w:rsidRPr="00737F0D" w:rsidRDefault="00854F11" w:rsidP="000E3FED">
            <w:pPr>
              <w:pStyle w:val="a3"/>
              <w:jc w:val="center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 xml:space="preserve"> 消費税込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９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277CC2" w:rsidRPr="00737F0D">
              <w:rPr>
                <w:rFonts w:ascii="ＭＳ 明朝" w:hAnsi="ＭＳ 明朝" w:hint="eastAsia"/>
                <w:sz w:val="18"/>
                <w:szCs w:val="18"/>
              </w:rPr>
              <w:t>７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６０</w:t>
            </w:r>
            <w:r w:rsidR="00277CC2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4B302D4" w14:textId="77777777" w:rsidR="00854F11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="00854F11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22804B72" w14:textId="77777777" w:rsidR="00854F11" w:rsidRPr="002543BA" w:rsidRDefault="00854F11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854F11" w:rsidRPr="002543BA" w14:paraId="70D249FB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CF565" w14:textId="77777777" w:rsidR="00854F11" w:rsidRPr="002543BA" w:rsidRDefault="00737F0D" w:rsidP="000E3FED">
            <w:pPr>
              <w:pStyle w:val="a3"/>
              <w:jc w:val="center"/>
              <w:rPr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54F1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第５号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3EFB94" w14:textId="77777777" w:rsidR="00854F11" w:rsidRPr="00737F0D" w:rsidRDefault="00854F11" w:rsidP="000E3FED">
            <w:pPr>
              <w:pStyle w:val="a3"/>
              <w:jc w:val="center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 xml:space="preserve"> 消費税込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８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６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８０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465F70" w14:textId="77777777" w:rsidR="00854F11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="00854F11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FC8437F" w14:textId="77777777" w:rsidR="00854F11" w:rsidRPr="002543BA" w:rsidRDefault="00854F11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854F11" w:rsidRPr="002543BA" w14:paraId="28F99F28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6D2349" w14:textId="77777777" w:rsidR="00854F11" w:rsidRPr="002543BA" w:rsidRDefault="00737F0D" w:rsidP="000E3FED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54F1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第６号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EF8029" w14:textId="77777777" w:rsidR="00854F11" w:rsidRPr="00737F0D" w:rsidRDefault="00854F11" w:rsidP="00737F0D">
            <w:pPr>
              <w:pStyle w:val="a3"/>
              <w:ind w:firstLineChars="100" w:firstLine="180"/>
              <w:jc w:val="left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８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６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８０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47A2A" w14:textId="77777777" w:rsidR="00854F11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</w:t>
            </w:r>
            <w:r w:rsidR="00854F11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29F6BDC" w14:textId="77777777" w:rsidR="00854F11" w:rsidRPr="002543BA" w:rsidRDefault="00854F11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854F11" w:rsidRPr="002543BA" w14:paraId="5BFE6285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5B78E8" w14:textId="77777777" w:rsidR="00854F11" w:rsidRPr="002543BA" w:rsidRDefault="00737F0D" w:rsidP="000E3FED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54F1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第７号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3A18AC" w14:textId="77777777" w:rsidR="00854F11" w:rsidRPr="00737F0D" w:rsidRDefault="00854F11" w:rsidP="00737F0D">
            <w:pPr>
              <w:pStyle w:val="a3"/>
              <w:ind w:firstLineChars="100" w:firstLine="180"/>
              <w:jc w:val="left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８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６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８０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167C3" w14:textId="77777777" w:rsidR="00854F11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</w:t>
            </w:r>
            <w:r w:rsidR="00854F11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6865F2F" w14:textId="77777777" w:rsidR="00854F11" w:rsidRPr="002543BA" w:rsidRDefault="00854F11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D62712" w:rsidRPr="002543BA" w14:paraId="7D605586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166DFE" w14:textId="77777777" w:rsidR="00D62712" w:rsidRPr="002543BA" w:rsidRDefault="00737F0D" w:rsidP="000E3FED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D62712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第８号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8695C4" w14:textId="77777777" w:rsidR="00D62712" w:rsidRPr="00737F0D" w:rsidRDefault="00D62712" w:rsidP="00737F0D">
            <w:pPr>
              <w:pStyle w:val="a3"/>
              <w:ind w:firstLineChars="100" w:firstLine="180"/>
              <w:jc w:val="left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８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６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８０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C8101" w14:textId="77777777" w:rsidR="00D62712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="00D62712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05DE67F" w14:textId="77777777" w:rsidR="00D62712" w:rsidRPr="002543BA" w:rsidRDefault="00D62712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854F11" w:rsidRPr="002543BA" w14:paraId="745BAF91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BDE924" w14:textId="77777777" w:rsidR="00854F11" w:rsidRPr="002543BA" w:rsidRDefault="00737F0D" w:rsidP="000E3FED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54F1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</w:t>
            </w:r>
            <w:r w:rsidR="00D62712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９</w:t>
            </w:r>
            <w:r w:rsidR="00854F1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号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A606D5" w14:textId="77777777" w:rsidR="00854F11" w:rsidRPr="00737F0D" w:rsidRDefault="00854F11" w:rsidP="00737F0D">
            <w:pPr>
              <w:pStyle w:val="a3"/>
              <w:ind w:firstLineChars="100" w:firstLine="180"/>
              <w:jc w:val="left"/>
              <w:rPr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９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="00D62712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D62712"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D62712"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７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６０</w:t>
            </w:r>
            <w:r w:rsidR="00357E5E"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D62712" w:rsidRPr="00737F0D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103DB" w14:textId="77777777" w:rsidR="00854F11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="00854F11"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FDDA04D" w14:textId="77777777" w:rsidR="00854F11" w:rsidRPr="002543BA" w:rsidRDefault="00854F11" w:rsidP="000E3FED">
            <w:pPr>
              <w:pStyle w:val="a3"/>
              <w:jc w:val="right"/>
              <w:rPr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　</w:t>
            </w:r>
            <w:r w:rsidR="003F40A7"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D42AD" w:rsidRPr="002543BA" w14:paraId="53BDEF8A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6B48C8" w14:textId="77777777" w:rsidR="008D42AD" w:rsidRPr="002543BA" w:rsidRDefault="00737F0D" w:rsidP="000E3FED">
            <w:pPr>
              <w:pStyle w:val="a3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D42AD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第10号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D40B48" w14:textId="77777777" w:rsidR="008D42AD" w:rsidRPr="00737F0D" w:rsidRDefault="008D42AD" w:rsidP="00737F0D">
            <w:pPr>
              <w:pStyle w:val="a3"/>
              <w:ind w:firstLineChars="100" w:firstLine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消費税込９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７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６０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EE9" w14:textId="77777777" w:rsidR="008D42AD" w:rsidRPr="002543BA" w:rsidRDefault="008D42AD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39484F7" w14:textId="77777777" w:rsidR="008D42AD" w:rsidRPr="002543BA" w:rsidRDefault="008D42AD" w:rsidP="000E3FED">
            <w:pPr>
              <w:pStyle w:val="a3"/>
              <w:jc w:val="righ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20261B" w:rsidRPr="002543BA" w14:paraId="6D02BBD1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9B6BFB" w14:textId="77777777" w:rsidR="0020261B" w:rsidRPr="002543BA" w:rsidRDefault="00737F0D" w:rsidP="000E3FED">
            <w:pPr>
              <w:pStyle w:val="a3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261B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第11号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8A56C6" w14:textId="77777777" w:rsidR="0020261B" w:rsidRPr="00737F0D" w:rsidRDefault="0020261B" w:rsidP="00737F0D">
            <w:pPr>
              <w:pStyle w:val="a3"/>
              <w:ind w:firstLineChars="100" w:firstLine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消費税込９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７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６０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FB48E" w14:textId="77777777" w:rsidR="0020261B" w:rsidRPr="002543BA" w:rsidRDefault="0020261B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42EA87D" w14:textId="77777777" w:rsidR="0020261B" w:rsidRPr="002543BA" w:rsidRDefault="0020261B" w:rsidP="000E3FED">
            <w:pPr>
              <w:pStyle w:val="a3"/>
              <w:jc w:val="righ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3F40A7" w:rsidRPr="002543BA" w14:paraId="3F55CB7D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EC3D29" w14:textId="77777777" w:rsidR="003F40A7" w:rsidRPr="002543BA" w:rsidRDefault="00737F0D" w:rsidP="000E3FED">
            <w:pPr>
              <w:pStyle w:val="a3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F40A7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第1</w:t>
            </w:r>
            <w:r w:rsidR="0020261B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2</w:t>
            </w:r>
            <w:r w:rsidR="003F40A7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号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F307AA" w14:textId="77777777" w:rsidR="003F40A7" w:rsidRPr="00737F0D" w:rsidRDefault="0020261B" w:rsidP="00737F0D">
            <w:pPr>
              <w:pStyle w:val="a3"/>
              <w:ind w:firstLineChars="100" w:firstLine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消費税込８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６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８０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9E052" w14:textId="77777777" w:rsidR="003F40A7" w:rsidRPr="002543BA" w:rsidRDefault="003F40A7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19F8247" w14:textId="77777777" w:rsidR="003F40A7" w:rsidRPr="002543BA" w:rsidRDefault="003F40A7" w:rsidP="000E3FED">
            <w:pPr>
              <w:pStyle w:val="a3"/>
              <w:jc w:val="righ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BC2B03" w:rsidRPr="002543BA" w14:paraId="56893030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6C5140" w14:textId="77777777" w:rsidR="00BC2B03" w:rsidRPr="002543BA" w:rsidRDefault="00737F0D" w:rsidP="000E3FED">
            <w:pPr>
              <w:pStyle w:val="a3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BC2B03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第13号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75F219" w14:textId="77777777" w:rsidR="00BC2B03" w:rsidRPr="00737F0D" w:rsidRDefault="00BC2B03" w:rsidP="00737F0D">
            <w:pPr>
              <w:pStyle w:val="a3"/>
              <w:ind w:firstLineChars="100" w:firstLine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消費税込８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６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８０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5677F" w14:textId="77777777" w:rsidR="00BC2B03" w:rsidRPr="002543BA" w:rsidRDefault="00BC2B03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3F058BE" w14:textId="77777777" w:rsidR="00BC2B03" w:rsidRPr="002543BA" w:rsidRDefault="00BC2B03" w:rsidP="000E3FED">
            <w:pPr>
              <w:pStyle w:val="a3"/>
              <w:jc w:val="righ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7B2301" w:rsidRPr="002543BA" w14:paraId="1E7184E9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0A7FFF" w14:textId="77777777" w:rsidR="007B2301" w:rsidRPr="002543BA" w:rsidRDefault="00737F0D" w:rsidP="000E3FED">
            <w:pPr>
              <w:pStyle w:val="a3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B2301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第14号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DD3C50" w14:textId="77777777" w:rsidR="007B2301" w:rsidRPr="00737F0D" w:rsidRDefault="007B2301" w:rsidP="00737F0D">
            <w:pPr>
              <w:pStyle w:val="a3"/>
              <w:ind w:firstLineChars="100" w:firstLine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消費税込８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５０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６</w:t>
            </w:r>
            <w:r w:rsidR="001701AB" w:rsidRPr="00737F0D">
              <w:rPr>
                <w:rFonts w:ascii="ＭＳ 明朝" w:hAnsi="ＭＳ 明朝" w:hint="eastAsia"/>
                <w:sz w:val="18"/>
                <w:szCs w:val="18"/>
              </w:rPr>
              <w:t>８０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円）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D1BB" w14:textId="77777777" w:rsidR="007B2301" w:rsidRPr="002543BA" w:rsidRDefault="007B2301" w:rsidP="000E3FED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DFDD8C3" w14:textId="77777777" w:rsidR="007B2301" w:rsidRPr="002543BA" w:rsidRDefault="007B2301" w:rsidP="000E3FED">
            <w:pPr>
              <w:pStyle w:val="a3"/>
              <w:jc w:val="righ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 xml:space="preserve">　円</w:t>
            </w:r>
          </w:p>
        </w:tc>
      </w:tr>
      <w:tr w:rsidR="008B3BAB" w:rsidRPr="002543BA" w14:paraId="17D3004C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04B0D8" w14:textId="77777777" w:rsidR="008B3BAB" w:rsidRPr="002543BA" w:rsidRDefault="00737F0D" w:rsidP="008B3BAB">
            <w:pPr>
              <w:pStyle w:val="a3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B3BAB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第15号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010BE9" w14:textId="77777777" w:rsidR="008B3BAB" w:rsidRPr="00737F0D" w:rsidRDefault="008B3BAB" w:rsidP="00737F0D">
            <w:pPr>
              <w:pStyle w:val="a3"/>
              <w:ind w:firstLineChars="100" w:firstLine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消費税込８５０円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６８０円）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C163" w14:textId="77777777" w:rsidR="008B3BAB" w:rsidRPr="002543BA" w:rsidRDefault="008B3BAB" w:rsidP="008B3BAB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831C157" w14:textId="77777777" w:rsidR="008B3BAB" w:rsidRPr="002543BA" w:rsidRDefault="008B3BAB" w:rsidP="008B3BAB">
            <w:pPr>
              <w:pStyle w:val="a3"/>
              <w:spacing w:before="108"/>
              <w:jc w:val="right"/>
              <w:rPr>
                <w:rFonts w:cs="Times New Roman"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2543BA" w:rsidRPr="002543BA" w14:paraId="0EB690BC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2759" w14:textId="77777777" w:rsidR="002543BA" w:rsidRPr="002543BA" w:rsidRDefault="00737F0D" w:rsidP="00D76D1C">
            <w:pPr>
              <w:pStyle w:val="a3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543BA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第16号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3C9B" w14:textId="77777777" w:rsidR="002543BA" w:rsidRPr="00737F0D" w:rsidRDefault="002543BA" w:rsidP="00737F0D">
            <w:pPr>
              <w:pStyle w:val="a3"/>
              <w:ind w:firstLineChars="100" w:firstLine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消費税込８５０円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６８０円）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AD6C" w14:textId="77777777" w:rsidR="002543BA" w:rsidRPr="002543BA" w:rsidRDefault="002543BA" w:rsidP="00D76D1C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2C3DB07" w14:textId="77777777" w:rsidR="002543BA" w:rsidRPr="002543BA" w:rsidRDefault="002543BA" w:rsidP="00D76D1C">
            <w:pPr>
              <w:pStyle w:val="a3"/>
              <w:spacing w:before="108"/>
              <w:jc w:val="right"/>
              <w:rPr>
                <w:rFonts w:cs="Times New Roman"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B3BAB" w:rsidRPr="002543BA" w14:paraId="5EE3FD95" w14:textId="77777777" w:rsidTr="002543B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2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3313" w14:textId="77777777" w:rsidR="008B3BAB" w:rsidRPr="002543BA" w:rsidRDefault="00737F0D" w:rsidP="002543BA">
            <w:pPr>
              <w:pStyle w:val="a3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Open Forum</w:t>
            </w:r>
            <w:r w:rsidR="002543BA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B3BAB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第1</w:t>
            </w:r>
            <w:r w:rsidR="002543BA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7</w:t>
            </w:r>
            <w:r w:rsidR="008B3BAB" w:rsidRPr="002543BA">
              <w:rPr>
                <w:rFonts w:ascii="ＭＳ 明朝" w:hAnsi="ＭＳ 明朝" w:hint="eastAsia"/>
                <w:b/>
                <w:bCs/>
                <w:i/>
                <w:iCs/>
                <w:sz w:val="20"/>
                <w:szCs w:val="20"/>
              </w:rPr>
              <w:t>号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0AE9" w14:textId="77777777" w:rsidR="008B3BAB" w:rsidRPr="00737F0D" w:rsidRDefault="008B3BAB" w:rsidP="00737F0D">
            <w:pPr>
              <w:pStyle w:val="a3"/>
              <w:ind w:firstLineChars="100" w:firstLine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737F0D">
              <w:rPr>
                <w:rFonts w:ascii="ＭＳ 明朝" w:hAnsi="ＭＳ 明朝" w:hint="eastAsia"/>
                <w:sz w:val="18"/>
                <w:szCs w:val="18"/>
              </w:rPr>
              <w:t>消費税込８５０円</w:t>
            </w:r>
            <w:r w:rsidR="00737F0D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737F0D">
              <w:rPr>
                <w:rFonts w:ascii="ＭＳ 明朝" w:hAnsi="ＭＳ 明朝" w:hint="eastAsia"/>
                <w:w w:val="50"/>
                <w:sz w:val="18"/>
                <w:szCs w:val="18"/>
              </w:rPr>
              <w:t>割引の場合は</w:t>
            </w:r>
            <w:r w:rsidRPr="00737F0D">
              <w:rPr>
                <w:rFonts w:ascii="ＭＳ 明朝" w:hAnsi="ＭＳ 明朝" w:hint="eastAsia"/>
                <w:sz w:val="18"/>
                <w:szCs w:val="18"/>
              </w:rPr>
              <w:t>６８０円）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7086" w14:textId="77777777" w:rsidR="008B3BAB" w:rsidRPr="002543BA" w:rsidRDefault="008B3BAB" w:rsidP="008B3BAB">
            <w:pPr>
              <w:pStyle w:val="a3"/>
              <w:jc w:val="left"/>
              <w:rPr>
                <w:rFonts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 xml:space="preserve">　　　</w:t>
            </w:r>
            <w:r w:rsidRPr="002543BA">
              <w:rPr>
                <w:rFonts w:hint="eastAsia"/>
                <w:sz w:val="20"/>
                <w:szCs w:val="20"/>
              </w:rPr>
              <w:t xml:space="preserve"> </w:t>
            </w:r>
            <w:r w:rsidRPr="002543BA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D17A364" w14:textId="77777777" w:rsidR="008B3BAB" w:rsidRPr="002543BA" w:rsidRDefault="008B3BAB" w:rsidP="008B3BAB">
            <w:pPr>
              <w:pStyle w:val="a3"/>
              <w:spacing w:before="108"/>
              <w:jc w:val="right"/>
              <w:rPr>
                <w:rFonts w:cs="Times New Roman" w:hint="eastAsia"/>
                <w:sz w:val="20"/>
                <w:szCs w:val="20"/>
              </w:rPr>
            </w:pPr>
            <w:r w:rsidRPr="002543BA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B3BAB" w:rsidRPr="003F40A7" w14:paraId="3A033EEC" w14:textId="77777777" w:rsidTr="008B3BA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22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  <w:vAlign w:val="center"/>
          </w:tcPr>
          <w:p w14:paraId="6B841731" w14:textId="77777777" w:rsidR="008B3BAB" w:rsidRPr="003F40A7" w:rsidRDefault="008B3BAB" w:rsidP="008B3BAB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z w:val="20"/>
                <w:szCs w:val="20"/>
              </w:rPr>
              <w:t>送　　　　 料</w:t>
            </w:r>
          </w:p>
        </w:tc>
        <w:tc>
          <w:tcPr>
            <w:tcW w:w="4472" w:type="dxa"/>
            <w:gridSpan w:val="2"/>
            <w:tcBorders>
              <w:top w:val="single" w:sz="4" w:space="0" w:color="auto"/>
              <w:left w:val="single" w:sz="12" w:space="0" w:color="FFFFFF"/>
              <w:bottom w:val="single" w:sz="12" w:space="0" w:color="auto"/>
              <w:right w:val="single" w:sz="4" w:space="0" w:color="auto"/>
            </w:tcBorders>
            <w:vAlign w:val="center"/>
          </w:tcPr>
          <w:p w14:paraId="457A9961" w14:textId="77777777" w:rsidR="008B3BAB" w:rsidRPr="003F40A7" w:rsidRDefault="00737F0D" w:rsidP="008B3BAB">
            <w:pPr>
              <w:pStyle w:val="a3"/>
              <w:ind w:left="71"/>
              <w:jc w:val="center"/>
              <w:rPr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C07F70">
              <w:rPr>
                <w:rFonts w:ascii="ＭＳ 明朝" w:hAnsi="ＭＳ 明朝" w:hint="eastAsia"/>
                <w:sz w:val="20"/>
                <w:szCs w:val="20"/>
              </w:rPr>
              <w:t>７</w:t>
            </w:r>
            <w:r w:rsidR="008B3BAB" w:rsidRPr="003F40A7">
              <w:rPr>
                <w:rFonts w:ascii="ＭＳ 明朝" w:hAnsi="ＭＳ 明朝" w:hint="eastAsia"/>
                <w:sz w:val="20"/>
                <w:szCs w:val="20"/>
              </w:rPr>
              <w:t>冊毎に</w:t>
            </w:r>
            <w:r w:rsidR="00C07F70">
              <w:rPr>
                <w:rFonts w:ascii="ＭＳ 明朝" w:hAnsi="ＭＳ 明朝" w:hint="eastAsia"/>
                <w:sz w:val="20"/>
                <w:szCs w:val="20"/>
              </w:rPr>
              <w:t>5</w:t>
            </w:r>
            <w:r w:rsidR="008B3BAB" w:rsidRPr="003F40A7">
              <w:rPr>
                <w:rFonts w:ascii="ＭＳ 明朝" w:hAnsi="ＭＳ 明朝" w:hint="eastAsia"/>
                <w:sz w:val="20"/>
                <w:szCs w:val="20"/>
              </w:rPr>
              <w:t>00円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8B3BAB" w:rsidRPr="003F40A7">
              <w:rPr>
                <w:rFonts w:ascii="ＭＳ 明朝" w:hAnsi="ＭＳ 明朝" w:hint="eastAsia"/>
                <w:sz w:val="20"/>
                <w:szCs w:val="20"/>
              </w:rPr>
              <w:t>(例：</w:t>
            </w:r>
            <w:r w:rsidR="00C07F70">
              <w:rPr>
                <w:rFonts w:ascii="ＭＳ 明朝" w:hAnsi="ＭＳ 明朝" w:hint="eastAsia"/>
                <w:sz w:val="20"/>
                <w:szCs w:val="20"/>
              </w:rPr>
              <w:t>８</w:t>
            </w:r>
            <w:r w:rsidR="008B3BAB" w:rsidRPr="003F40A7">
              <w:rPr>
                <w:rFonts w:ascii="ＭＳ 明朝" w:hAnsi="ＭＳ 明朝" w:hint="eastAsia"/>
                <w:sz w:val="20"/>
                <w:szCs w:val="20"/>
              </w:rPr>
              <w:t>冊の場合は</w:t>
            </w:r>
            <w:r w:rsidR="00C07F70">
              <w:rPr>
                <w:rFonts w:ascii="ＭＳ 明朝" w:hAnsi="ＭＳ 明朝" w:hint="eastAsia"/>
                <w:sz w:val="20"/>
                <w:szCs w:val="20"/>
              </w:rPr>
              <w:t>1,0</w:t>
            </w:r>
            <w:r w:rsidR="008B3BAB" w:rsidRPr="003F40A7">
              <w:rPr>
                <w:rFonts w:ascii="ＭＳ 明朝" w:hAnsi="ＭＳ 明朝" w:hint="eastAsia"/>
                <w:sz w:val="20"/>
                <w:szCs w:val="20"/>
              </w:rPr>
              <w:t>00円)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0B5AEB58" w14:textId="77777777" w:rsidR="008B3BAB" w:rsidRPr="003F40A7" w:rsidRDefault="008B3BAB" w:rsidP="008B3BAB">
            <w:pPr>
              <w:pStyle w:val="a3"/>
              <w:spacing w:before="108"/>
              <w:jc w:val="right"/>
              <w:rPr>
                <w:rFonts w:hint="eastAsia"/>
                <w:sz w:val="20"/>
                <w:szCs w:val="20"/>
              </w:rPr>
            </w:pPr>
            <w:r w:rsidRPr="003F40A7">
              <w:rPr>
                <w:rFonts w:cs="Times New Roman" w:hint="eastAsia"/>
                <w:sz w:val="20"/>
                <w:szCs w:val="20"/>
              </w:rPr>
              <w:t>円</w:t>
            </w:r>
          </w:p>
        </w:tc>
      </w:tr>
      <w:tr w:rsidR="008B3BAB" w:rsidRPr="003F40A7" w14:paraId="4C71E16D" w14:textId="77777777" w:rsidTr="00737F0D">
        <w:tblPrEx>
          <w:tblCellMar>
            <w:top w:w="0" w:type="dxa"/>
            <w:bottom w:w="0" w:type="dxa"/>
          </w:tblCellMar>
        </w:tblPrEx>
        <w:trPr>
          <w:trHeight w:hRule="exact" w:val="351"/>
        </w:trPr>
        <w:tc>
          <w:tcPr>
            <w:tcW w:w="222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  <w:vAlign w:val="center"/>
          </w:tcPr>
          <w:p w14:paraId="2991C72A" w14:textId="77777777" w:rsidR="008B3BAB" w:rsidRPr="003F40A7" w:rsidRDefault="008B3BAB" w:rsidP="008B3BAB">
            <w:pPr>
              <w:pStyle w:val="a3"/>
              <w:jc w:val="center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z w:val="20"/>
                <w:szCs w:val="20"/>
              </w:rPr>
              <w:t>合 　　　  計</w:t>
            </w:r>
          </w:p>
        </w:tc>
        <w:tc>
          <w:tcPr>
            <w:tcW w:w="4472" w:type="dxa"/>
            <w:gridSpan w:val="2"/>
            <w:tcBorders>
              <w:top w:val="double" w:sz="4" w:space="0" w:color="auto"/>
              <w:left w:val="single" w:sz="12" w:space="0" w:color="FFFFFF"/>
              <w:bottom w:val="single" w:sz="12" w:space="0" w:color="auto"/>
              <w:right w:val="single" w:sz="4" w:space="0" w:color="auto"/>
            </w:tcBorders>
          </w:tcPr>
          <w:p w14:paraId="58927185" w14:textId="77777777" w:rsidR="008B3BAB" w:rsidRPr="003F40A7" w:rsidRDefault="008B3BAB" w:rsidP="008B3BAB">
            <w:pPr>
              <w:pStyle w:val="a3"/>
              <w:spacing w:before="108"/>
              <w:jc w:val="right"/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519DE4D" w14:textId="77777777" w:rsidR="008B3BAB" w:rsidRPr="003F40A7" w:rsidRDefault="008B3BAB" w:rsidP="008B3BAB">
            <w:pPr>
              <w:pStyle w:val="a3"/>
              <w:spacing w:before="108"/>
              <w:jc w:val="right"/>
              <w:rPr>
                <w:sz w:val="20"/>
                <w:szCs w:val="20"/>
              </w:rPr>
            </w:pPr>
            <w:r w:rsidRPr="003F40A7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8B3BAB" w14:paraId="408BDE1F" w14:textId="77777777" w:rsidTr="000E3FED">
        <w:tblPrEx>
          <w:tblBorders>
            <w:top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00"/>
        </w:trPr>
        <w:tc>
          <w:tcPr>
            <w:tcW w:w="8270" w:type="dxa"/>
            <w:gridSpan w:val="4"/>
          </w:tcPr>
          <w:p w14:paraId="47E1E7F1" w14:textId="77777777" w:rsidR="008B3BAB" w:rsidRDefault="008B3BAB" w:rsidP="00C07F70">
            <w:pPr>
              <w:pStyle w:val="a3"/>
              <w:spacing w:line="20" w:lineRule="exact"/>
              <w:rPr>
                <w:rFonts w:hint="eastAsia"/>
              </w:rPr>
            </w:pPr>
          </w:p>
        </w:tc>
      </w:tr>
    </w:tbl>
    <w:p w14:paraId="50D50F5F" w14:textId="77777777" w:rsidR="00241209" w:rsidRDefault="0055728E" w:rsidP="00C07F70">
      <w:pPr>
        <w:pStyle w:val="a3"/>
        <w:spacing w:line="220" w:lineRule="exact"/>
        <w:ind w:firstLineChars="50" w:firstLine="90"/>
      </w:pPr>
      <w:r>
        <w:rPr>
          <w:rFonts w:ascii="ＭＳ 明朝" w:hAnsi="ＭＳ 明朝" w:hint="eastAsia"/>
          <w:sz w:val="18"/>
          <w:szCs w:val="18"/>
        </w:rPr>
        <w:t>※</w:t>
      </w:r>
      <w:r w:rsidR="00241209">
        <w:rPr>
          <w:rFonts w:ascii="ＭＳ 明朝" w:hAnsi="ＭＳ 明朝" w:hint="eastAsia"/>
          <w:sz w:val="18"/>
          <w:szCs w:val="18"/>
        </w:rPr>
        <w:t>冊子は，</w:t>
      </w:r>
      <w:r w:rsidR="007221CB">
        <w:rPr>
          <w:rFonts w:ascii="ＭＳ 明朝" w:hAnsi="ＭＳ 明朝" w:hint="eastAsia"/>
          <w:sz w:val="18"/>
          <w:szCs w:val="18"/>
        </w:rPr>
        <w:t>大学本部</w:t>
      </w:r>
      <w:r w:rsidR="00241209">
        <w:rPr>
          <w:rFonts w:ascii="ＭＳ 明朝" w:hAnsi="ＭＳ 明朝" w:hint="eastAsia"/>
          <w:sz w:val="18"/>
          <w:szCs w:val="18"/>
        </w:rPr>
        <w:t>で振込を確認させていただいた後に</w:t>
      </w:r>
      <w:r w:rsidR="007221CB">
        <w:rPr>
          <w:rFonts w:ascii="ＭＳ 明朝" w:hAnsi="ＭＳ 明朝" w:hint="eastAsia"/>
          <w:sz w:val="18"/>
          <w:szCs w:val="18"/>
        </w:rPr>
        <w:t>，</w:t>
      </w:r>
      <w:r w:rsidR="00241209">
        <w:rPr>
          <w:rFonts w:ascii="ＭＳ 明朝" w:hAnsi="ＭＳ 明朝" w:hint="eastAsia"/>
          <w:sz w:val="18"/>
          <w:szCs w:val="18"/>
        </w:rPr>
        <w:t>送付させていただきます。</w:t>
      </w:r>
    </w:p>
    <w:p w14:paraId="18BB8DA0" w14:textId="77777777" w:rsidR="00241209" w:rsidRPr="002543BA" w:rsidRDefault="00241209" w:rsidP="00737F0D">
      <w:pPr>
        <w:pStyle w:val="a3"/>
        <w:spacing w:line="160" w:lineRule="exact"/>
        <w:rPr>
          <w:rFonts w:hint="eastAsia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40"/>
        <w:gridCol w:w="190"/>
        <w:gridCol w:w="3043"/>
        <w:gridCol w:w="795"/>
        <w:gridCol w:w="106"/>
      </w:tblGrid>
      <w:tr w:rsidR="00241209" w14:paraId="6CF67BB3" w14:textId="77777777" w:rsidTr="007B2301">
        <w:tblPrEx>
          <w:tblCellMar>
            <w:top w:w="0" w:type="dxa"/>
            <w:bottom w:w="0" w:type="dxa"/>
          </w:tblCellMar>
        </w:tblPrEx>
        <w:trPr>
          <w:cantSplit/>
          <w:trHeight w:hRule="exact" w:val="1967"/>
        </w:trPr>
        <w:tc>
          <w:tcPr>
            <w:tcW w:w="42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E34EBFE" w14:textId="77777777" w:rsidR="00241209" w:rsidRDefault="00241209">
            <w:pPr>
              <w:pStyle w:val="a3"/>
              <w:spacing w:before="108"/>
            </w:pPr>
          </w:p>
          <w:p w14:paraId="7F4E6A4D" w14:textId="77777777" w:rsidR="00241209" w:rsidRDefault="00241209">
            <w:pPr>
              <w:pStyle w:val="a3"/>
            </w:pPr>
          </w:p>
          <w:p w14:paraId="7E511610" w14:textId="77777777" w:rsidR="00241209" w:rsidRDefault="00241209">
            <w:pPr>
              <w:pStyle w:val="a3"/>
            </w:pPr>
          </w:p>
          <w:p w14:paraId="07C85B07" w14:textId="77777777" w:rsidR="00241209" w:rsidRDefault="00241209">
            <w:pPr>
              <w:pStyle w:val="a3"/>
            </w:pPr>
          </w:p>
          <w:p w14:paraId="2C58CEB8" w14:textId="77777777" w:rsidR="00241209" w:rsidRDefault="00241209">
            <w:pPr>
              <w:pStyle w:val="a3"/>
            </w:pPr>
          </w:p>
          <w:p w14:paraId="65FF4501" w14:textId="77777777" w:rsidR="00241209" w:rsidRDefault="0024120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  <w:b/>
                <w:bCs/>
              </w:rPr>
              <w:t>振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rFonts w:ascii="ＭＳ 明朝" w:hAnsi="ＭＳ 明朝" w:hint="eastAsia"/>
                <w:b/>
                <w:bCs/>
              </w:rPr>
              <w:t>込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rFonts w:ascii="ＭＳ 明朝" w:hAnsi="ＭＳ 明朝" w:hint="eastAsia"/>
                <w:b/>
                <w:bCs/>
              </w:rPr>
              <w:t>証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rFonts w:ascii="ＭＳ 明朝" w:hAnsi="ＭＳ 明朝" w:hint="eastAsia"/>
                <w:b/>
                <w:bCs/>
              </w:rPr>
              <w:t>貼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rFonts w:ascii="ＭＳ 明朝" w:hAnsi="ＭＳ 明朝" w:hint="eastAsia"/>
                <w:b/>
                <w:bCs/>
              </w:rPr>
              <w:t>付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rFonts w:ascii="ＭＳ 明朝" w:hAnsi="ＭＳ 明朝" w:hint="eastAsia"/>
                <w:b/>
                <w:bCs/>
              </w:rPr>
              <w:t>欄</w:t>
            </w:r>
          </w:p>
          <w:p w14:paraId="0D07213E" w14:textId="77777777" w:rsidR="00241209" w:rsidRDefault="00241209">
            <w:pPr>
              <w:pStyle w:val="a3"/>
            </w:pPr>
          </w:p>
          <w:p w14:paraId="6592EDE2" w14:textId="77777777" w:rsidR="00241209" w:rsidRDefault="00241209">
            <w:pPr>
              <w:pStyle w:val="a3"/>
            </w:pPr>
          </w:p>
          <w:p w14:paraId="50BCF74E" w14:textId="77777777" w:rsidR="00241209" w:rsidRDefault="00241209">
            <w:pPr>
              <w:pStyle w:val="a3"/>
            </w:pPr>
          </w:p>
          <w:p w14:paraId="7C683D01" w14:textId="77777777" w:rsidR="00241209" w:rsidRDefault="00241209">
            <w:pPr>
              <w:pStyle w:val="a3"/>
            </w:pPr>
          </w:p>
          <w:p w14:paraId="45F94F1E" w14:textId="77777777" w:rsidR="00241209" w:rsidRDefault="00241209">
            <w:pPr>
              <w:pStyle w:val="a3"/>
            </w:pPr>
          </w:p>
          <w:p w14:paraId="085D0034" w14:textId="77777777" w:rsidR="00241209" w:rsidRDefault="0024120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入金したことが確認できる振込証を</w:t>
            </w:r>
          </w:p>
          <w:p w14:paraId="72DD773F" w14:textId="77777777" w:rsidR="00241209" w:rsidRDefault="00241209" w:rsidP="00E949FC">
            <w:pPr>
              <w:pStyle w:val="a3"/>
              <w:ind w:firstLineChars="150" w:firstLine="315"/>
            </w:pPr>
            <w:r>
              <w:rPr>
                <w:rFonts w:ascii="ＭＳ 明朝" w:hAnsi="ＭＳ 明朝" w:hint="eastAsia"/>
              </w:rPr>
              <w:t>必ず貼付してください。</w:t>
            </w:r>
          </w:p>
        </w:tc>
        <w:tc>
          <w:tcPr>
            <w:tcW w:w="41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349A1B" w14:textId="77777777" w:rsidR="00241209" w:rsidRPr="005A1C95" w:rsidRDefault="00241209">
            <w:pPr>
              <w:pStyle w:val="a3"/>
              <w:spacing w:before="108"/>
            </w:pPr>
            <w:r w:rsidRPr="005A1C95">
              <w:rPr>
                <w:rFonts w:cs="Times New Roman"/>
              </w:rPr>
              <w:t xml:space="preserve"> </w:t>
            </w:r>
            <w:r w:rsidRPr="005A1C95">
              <w:rPr>
                <w:rFonts w:ascii="ＭＳ 明朝" w:hAnsi="ＭＳ 明朝" w:hint="eastAsia"/>
              </w:rPr>
              <w:t>●申込書送付先（お問い合わせ先）</w:t>
            </w:r>
          </w:p>
          <w:p w14:paraId="3E08DF24" w14:textId="77777777" w:rsidR="00241209" w:rsidRPr="005A1C95" w:rsidRDefault="00241209">
            <w:pPr>
              <w:pStyle w:val="a3"/>
            </w:pPr>
            <w:r w:rsidRPr="005A1C95">
              <w:rPr>
                <w:rFonts w:cs="Times New Roman"/>
              </w:rPr>
              <w:t xml:space="preserve"> </w:t>
            </w:r>
            <w:r w:rsidRPr="005A1C95">
              <w:rPr>
                <w:rFonts w:ascii="ＭＳ 明朝" w:hAnsi="ＭＳ 明朝" w:hint="eastAsia"/>
              </w:rPr>
              <w:t xml:space="preserve">　〒２６１－８５８６</w:t>
            </w:r>
          </w:p>
          <w:p w14:paraId="7565400A" w14:textId="77777777" w:rsidR="00241209" w:rsidRPr="005A1C95" w:rsidRDefault="00241209">
            <w:pPr>
              <w:pStyle w:val="a3"/>
            </w:pPr>
            <w:r w:rsidRPr="005A1C95">
              <w:rPr>
                <w:rFonts w:cs="Times New Roman"/>
                <w:spacing w:val="-4"/>
              </w:rPr>
              <w:t xml:space="preserve"> </w:t>
            </w:r>
            <w:r w:rsidRPr="005A1C95">
              <w:rPr>
                <w:rFonts w:ascii="ＭＳ 明朝" w:hAnsi="ＭＳ 明朝" w:hint="eastAsia"/>
                <w:spacing w:val="-4"/>
              </w:rPr>
              <w:t xml:space="preserve">　千葉県千葉市美浜区若葉２丁目１１番地</w:t>
            </w:r>
          </w:p>
          <w:p w14:paraId="4856C947" w14:textId="77777777" w:rsidR="00241209" w:rsidRPr="005A1C95" w:rsidRDefault="00241209">
            <w:pPr>
              <w:pStyle w:val="a3"/>
            </w:pPr>
            <w:r w:rsidRPr="005A1C95">
              <w:rPr>
                <w:rFonts w:cs="Times New Roman"/>
              </w:rPr>
              <w:t xml:space="preserve"> </w:t>
            </w:r>
            <w:r w:rsidR="007C36D5" w:rsidRPr="005A1C95">
              <w:rPr>
                <w:rFonts w:ascii="ＭＳ 明朝" w:hAnsi="ＭＳ 明朝" w:hint="eastAsia"/>
              </w:rPr>
              <w:t xml:space="preserve">　放送大学学</w:t>
            </w:r>
            <w:r w:rsidRPr="005A1C95">
              <w:rPr>
                <w:rFonts w:ascii="ＭＳ 明朝" w:hAnsi="ＭＳ 明朝" w:hint="eastAsia"/>
              </w:rPr>
              <w:t>務部</w:t>
            </w:r>
            <w:r w:rsidR="005A1C95" w:rsidRPr="005A1C95">
              <w:rPr>
                <w:rFonts w:ascii="ＭＳ 明朝" w:hAnsi="ＭＳ 明朝" w:hint="eastAsia"/>
              </w:rPr>
              <w:t>教務課大学院研究指導係</w:t>
            </w:r>
          </w:p>
          <w:p w14:paraId="44747632" w14:textId="77777777" w:rsidR="00241209" w:rsidRPr="005A1C95" w:rsidRDefault="00241209">
            <w:pPr>
              <w:pStyle w:val="a3"/>
            </w:pPr>
            <w:r w:rsidRPr="005A1C95">
              <w:rPr>
                <w:rFonts w:cs="Times New Roman"/>
              </w:rPr>
              <w:t xml:space="preserve"> </w:t>
            </w:r>
            <w:r w:rsidRPr="005A1C95">
              <w:rPr>
                <w:rFonts w:ascii="ＭＳ 明朝" w:hAnsi="ＭＳ 明朝" w:hint="eastAsia"/>
              </w:rPr>
              <w:t xml:space="preserve">　　ＦＡＸ：０４３－２９８－４３</w:t>
            </w:r>
            <w:r w:rsidR="00F96C61" w:rsidRPr="005A1C95">
              <w:rPr>
                <w:rFonts w:ascii="ＭＳ 明朝" w:hAnsi="ＭＳ 明朝" w:hint="eastAsia"/>
              </w:rPr>
              <w:t>８０</w:t>
            </w:r>
          </w:p>
          <w:p w14:paraId="42E727FE" w14:textId="77777777" w:rsidR="00241209" w:rsidRPr="005A1C95" w:rsidRDefault="00241209">
            <w:pPr>
              <w:pStyle w:val="a3"/>
            </w:pPr>
            <w:r w:rsidRPr="005A1C95">
              <w:rPr>
                <w:rFonts w:cs="Times New Roman"/>
              </w:rPr>
              <w:t xml:space="preserve"> </w:t>
            </w:r>
            <w:r w:rsidRPr="005A1C95">
              <w:rPr>
                <w:rFonts w:ascii="ＭＳ 明朝" w:hAnsi="ＭＳ 明朝" w:hint="eastAsia"/>
              </w:rPr>
              <w:t xml:space="preserve">　　ＴＥＬ：０４３－２７６－５１１１</w:t>
            </w:r>
          </w:p>
          <w:p w14:paraId="38F60E38" w14:textId="77777777" w:rsidR="00241209" w:rsidRPr="005A1C95" w:rsidRDefault="00241209">
            <w:pPr>
              <w:pStyle w:val="a3"/>
            </w:pPr>
            <w:r w:rsidRPr="005A1C95">
              <w:rPr>
                <w:rFonts w:cs="Times New Roman"/>
              </w:rPr>
              <w:t xml:space="preserve"> </w:t>
            </w:r>
            <w:r w:rsidRPr="005A1C95">
              <w:rPr>
                <w:rFonts w:ascii="ＭＳ 明朝" w:hAnsi="ＭＳ 明朝" w:hint="eastAsia"/>
              </w:rPr>
              <w:t>●大学記入欄</w:t>
            </w:r>
          </w:p>
          <w:p w14:paraId="528C571B" w14:textId="77777777" w:rsidR="00241209" w:rsidRPr="005A1C95" w:rsidRDefault="00241209" w:rsidP="007221CB">
            <w:pPr>
              <w:pStyle w:val="a3"/>
              <w:rPr>
                <w:sz w:val="20"/>
                <w:szCs w:val="20"/>
              </w:rPr>
            </w:pPr>
            <w:r w:rsidRPr="005A1C95">
              <w:rPr>
                <w:rFonts w:cs="Times New Roman"/>
                <w:sz w:val="20"/>
                <w:szCs w:val="20"/>
              </w:rPr>
              <w:t xml:space="preserve"> </w:t>
            </w:r>
            <w:r w:rsidRPr="005A1C95">
              <w:rPr>
                <w:rFonts w:ascii="ＭＳ 明朝" w:hAnsi="ＭＳ 明朝" w:hint="eastAsia"/>
                <w:sz w:val="20"/>
                <w:szCs w:val="20"/>
              </w:rPr>
              <w:t xml:space="preserve">　※申込者は記入しないでください。</w:t>
            </w:r>
          </w:p>
        </w:tc>
      </w:tr>
      <w:tr w:rsidR="00241209" w14:paraId="2BB9DFD3" w14:textId="77777777" w:rsidTr="00E949FC">
        <w:tblPrEx>
          <w:tblCellMar>
            <w:top w:w="0" w:type="dxa"/>
            <w:bottom w:w="0" w:type="dxa"/>
          </w:tblCellMar>
        </w:tblPrEx>
        <w:trPr>
          <w:cantSplit/>
          <w:trHeight w:hRule="exact" w:val="318"/>
        </w:trPr>
        <w:tc>
          <w:tcPr>
            <w:tcW w:w="42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6F47A83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1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0CD06D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304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02A4C177" w14:textId="77777777" w:rsidR="00241209" w:rsidRDefault="00241209">
            <w:pPr>
              <w:pStyle w:val="a3"/>
              <w:spacing w:before="108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cs="Times New Roman"/>
              </w:rPr>
              <w:t xml:space="preserve"> </w:t>
            </w:r>
            <w:r w:rsidR="00E949FC">
              <w:rPr>
                <w:rFonts w:ascii="ＭＳ 明朝" w:hAnsi="ＭＳ 明朝" w:hint="eastAsia"/>
                <w:sz w:val="20"/>
                <w:szCs w:val="20"/>
              </w:rPr>
              <w:t>割</w:t>
            </w:r>
            <w:r w:rsidR="0081475E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E949FC">
              <w:rPr>
                <w:rFonts w:ascii="ＭＳ 明朝" w:hAnsi="ＭＳ 明朝" w:hint="eastAsia"/>
                <w:sz w:val="20"/>
                <w:szCs w:val="20"/>
              </w:rPr>
              <w:t>引</w:t>
            </w:r>
            <w:r w:rsidR="00E949FC" w:rsidRPr="00E949FC">
              <w:rPr>
                <w:rFonts w:ascii="ＭＳ 明朝" w:hAnsi="ＭＳ 明朝" w:hint="eastAsia"/>
                <w:sz w:val="16"/>
                <w:szCs w:val="16"/>
              </w:rPr>
              <w:t xml:space="preserve">  </w:t>
            </w:r>
            <w:r>
              <w:rPr>
                <w:rFonts w:ascii="ＭＳ 明朝" w:hAnsi="ＭＳ 明朝" w:hint="eastAsia"/>
                <w:sz w:val="20"/>
                <w:szCs w:val="20"/>
              </w:rPr>
              <w:t>□</w:t>
            </w:r>
          </w:p>
          <w:p w14:paraId="059E99DF" w14:textId="77777777" w:rsidR="00940C13" w:rsidRDefault="00940C13" w:rsidP="00940C13">
            <w:pPr>
              <w:pStyle w:val="a3"/>
              <w:spacing w:line="100" w:lineRule="exact"/>
            </w:pPr>
          </w:p>
          <w:p w14:paraId="3081B6DD" w14:textId="77777777" w:rsidR="00241209" w:rsidRDefault="00E949FC" w:rsidP="00E949FC">
            <w:pPr>
              <w:pStyle w:val="a3"/>
              <w:ind w:firstLineChars="50" w:firstLine="9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[</w:t>
            </w:r>
            <w:r w:rsidRPr="00E949FC">
              <w:rPr>
                <w:rFonts w:ascii="ＭＳ 明朝" w:hAnsi="ＭＳ 明朝" w:hint="eastAsia"/>
                <w:sz w:val="18"/>
                <w:szCs w:val="18"/>
              </w:rPr>
              <w:t>学生･職員(事務･教員･客員)･執筆</w:t>
            </w:r>
            <w:r>
              <w:rPr>
                <w:rFonts w:ascii="ＭＳ 明朝" w:hAnsi="ＭＳ 明朝" w:hint="eastAsia"/>
                <w:sz w:val="18"/>
                <w:szCs w:val="18"/>
              </w:rPr>
              <w:t>]</w:t>
            </w:r>
          </w:p>
          <w:p w14:paraId="7B510541" w14:textId="77777777" w:rsidR="00940C13" w:rsidRDefault="00940C13" w:rsidP="00940C13">
            <w:pPr>
              <w:pStyle w:val="a3"/>
              <w:ind w:firstLineChars="50" w:firstLine="90"/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 ↑割引対象に○を付してください。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437C6B" w14:textId="77777777" w:rsidR="00241209" w:rsidRDefault="00241209">
            <w:pPr>
              <w:pStyle w:val="a3"/>
              <w:spacing w:before="108"/>
              <w:jc w:val="center"/>
            </w:pPr>
            <w:r>
              <w:rPr>
                <w:rFonts w:ascii="ＭＳ 明朝" w:hAnsi="ＭＳ 明朝" w:hint="eastAsia"/>
              </w:rPr>
              <w:t>取扱者</w:t>
            </w:r>
          </w:p>
        </w:tc>
        <w:tc>
          <w:tcPr>
            <w:tcW w:w="10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090963" w14:textId="77777777" w:rsidR="00241209" w:rsidRDefault="00241209">
            <w:pPr>
              <w:pStyle w:val="a3"/>
              <w:spacing w:before="108"/>
              <w:jc w:val="center"/>
            </w:pPr>
          </w:p>
        </w:tc>
      </w:tr>
      <w:tr w:rsidR="00241209" w14:paraId="43A99D69" w14:textId="77777777" w:rsidTr="00E949FC">
        <w:tblPrEx>
          <w:tblCellMar>
            <w:top w:w="0" w:type="dxa"/>
            <w:bottom w:w="0" w:type="dxa"/>
          </w:tblCellMar>
        </w:tblPrEx>
        <w:trPr>
          <w:cantSplit/>
          <w:trHeight w:hRule="exact" w:val="633"/>
        </w:trPr>
        <w:tc>
          <w:tcPr>
            <w:tcW w:w="42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4CC78B9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40073C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043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A623AD9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787D90" w14:textId="77777777" w:rsidR="00241209" w:rsidRDefault="00241209">
            <w:pPr>
              <w:pStyle w:val="a3"/>
            </w:pPr>
          </w:p>
        </w:tc>
        <w:tc>
          <w:tcPr>
            <w:tcW w:w="1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75C8EA" w14:textId="77777777" w:rsidR="00241209" w:rsidRDefault="00241209">
            <w:pPr>
              <w:pStyle w:val="a3"/>
            </w:pPr>
          </w:p>
        </w:tc>
      </w:tr>
      <w:tr w:rsidR="00241209" w14:paraId="0FDD8538" w14:textId="77777777" w:rsidTr="00940C13">
        <w:tblPrEx>
          <w:tblCellMar>
            <w:top w:w="0" w:type="dxa"/>
            <w:bottom w:w="0" w:type="dxa"/>
          </w:tblCellMar>
        </w:tblPrEx>
        <w:trPr>
          <w:cantSplit/>
          <w:trHeight w:hRule="exact" w:val="743"/>
        </w:trPr>
        <w:tc>
          <w:tcPr>
            <w:tcW w:w="42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D08AE44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1260D6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04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2919CE6E" w14:textId="77777777" w:rsidR="00241209" w:rsidRDefault="0081475E" w:rsidP="00940C13">
            <w:pPr>
              <w:pStyle w:val="a3"/>
              <w:spacing w:line="321" w:lineRule="exact"/>
              <w:jc w:val="center"/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 </w:t>
            </w:r>
            <w:r w:rsidR="00241209">
              <w:rPr>
                <w:rFonts w:ascii="ＭＳ 明朝" w:hAnsi="ＭＳ 明朝" w:hint="eastAsia"/>
                <w:spacing w:val="-4"/>
                <w:sz w:val="20"/>
                <w:szCs w:val="20"/>
              </w:rPr>
              <w:t>入金確認　□　（</w:t>
            </w:r>
            <w:r w:rsidR="00940C13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 月　 日済</w:t>
            </w:r>
            <w:r w:rsidR="00241209">
              <w:rPr>
                <w:rFonts w:ascii="ＭＳ 明朝" w:hAnsi="ＭＳ 明朝" w:hint="eastAsia"/>
                <w:spacing w:val="-4"/>
                <w:sz w:val="20"/>
                <w:szCs w:val="20"/>
              </w:rPr>
              <w:t>）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E111FE3" w14:textId="77777777" w:rsidR="00241209" w:rsidRDefault="00241209">
            <w:pPr>
              <w:pStyle w:val="a3"/>
              <w:rPr>
                <w:rFonts w:hint="eastAsia"/>
              </w:rPr>
            </w:pPr>
          </w:p>
        </w:tc>
        <w:tc>
          <w:tcPr>
            <w:tcW w:w="1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11DB5" w14:textId="77777777" w:rsidR="00241209" w:rsidRDefault="00241209">
            <w:pPr>
              <w:pStyle w:val="a3"/>
            </w:pPr>
          </w:p>
        </w:tc>
      </w:tr>
      <w:tr w:rsidR="00241209" w14:paraId="7F5E8E91" w14:textId="77777777" w:rsidTr="00940C13">
        <w:tblPrEx>
          <w:tblCellMar>
            <w:top w:w="0" w:type="dxa"/>
            <w:bottom w:w="0" w:type="dxa"/>
          </w:tblCellMar>
        </w:tblPrEx>
        <w:trPr>
          <w:cantSplit/>
          <w:trHeight w:hRule="exact" w:val="747"/>
        </w:trPr>
        <w:tc>
          <w:tcPr>
            <w:tcW w:w="42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04C6E5D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32C864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3043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A3E7FAA" w14:textId="77777777" w:rsidR="00241209" w:rsidRDefault="0081475E" w:rsidP="00940C13">
            <w:pPr>
              <w:pStyle w:val="a3"/>
              <w:jc w:val="center"/>
            </w:pPr>
            <w:r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 </w:t>
            </w:r>
            <w:r w:rsidR="00241209">
              <w:rPr>
                <w:rFonts w:ascii="ＭＳ 明朝" w:hAnsi="ＭＳ 明朝" w:hint="eastAsia"/>
                <w:spacing w:val="-4"/>
                <w:sz w:val="20"/>
                <w:szCs w:val="20"/>
              </w:rPr>
              <w:t>送付手続　□</w:t>
            </w:r>
            <w:r w:rsidR="00940C13">
              <w:rPr>
                <w:rFonts w:ascii="ＭＳ 明朝" w:hAnsi="ＭＳ 明朝" w:hint="eastAsia"/>
                <w:spacing w:val="-4"/>
                <w:sz w:val="20"/>
                <w:szCs w:val="20"/>
              </w:rPr>
              <w:t xml:space="preserve">　（　 月　 日済）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AB486B4" w14:textId="77777777" w:rsidR="00241209" w:rsidRDefault="00241209">
            <w:pPr>
              <w:pStyle w:val="a3"/>
              <w:spacing w:before="108"/>
            </w:pPr>
          </w:p>
        </w:tc>
        <w:tc>
          <w:tcPr>
            <w:tcW w:w="1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A0A172" w14:textId="77777777" w:rsidR="00241209" w:rsidRDefault="00241209">
            <w:pPr>
              <w:pStyle w:val="a3"/>
              <w:spacing w:before="108"/>
            </w:pPr>
          </w:p>
        </w:tc>
      </w:tr>
      <w:tr w:rsidR="00241209" w14:paraId="31FBE780" w14:textId="77777777" w:rsidTr="00685270">
        <w:tblPrEx>
          <w:tblCellMar>
            <w:top w:w="0" w:type="dxa"/>
            <w:bottom w:w="0" w:type="dxa"/>
          </w:tblCellMar>
        </w:tblPrEx>
        <w:trPr>
          <w:cantSplit/>
          <w:trHeight w:hRule="exact" w:val="105"/>
        </w:trPr>
        <w:tc>
          <w:tcPr>
            <w:tcW w:w="4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905020" w14:textId="77777777" w:rsidR="00241209" w:rsidRDefault="00241209">
            <w:pPr>
              <w:pStyle w:val="a3"/>
              <w:wordWrap/>
              <w:spacing w:line="240" w:lineRule="auto"/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5EDAC7" w14:textId="77777777" w:rsidR="00241209" w:rsidRDefault="00241209">
            <w:pPr>
              <w:pStyle w:val="a3"/>
              <w:spacing w:line="105" w:lineRule="exact"/>
            </w:pPr>
          </w:p>
        </w:tc>
      </w:tr>
    </w:tbl>
    <w:p w14:paraId="27ECDFDC" w14:textId="77777777" w:rsidR="00241209" w:rsidRDefault="00241209">
      <w:pPr>
        <w:pStyle w:val="a3"/>
        <w:spacing w:line="108" w:lineRule="exact"/>
      </w:pPr>
    </w:p>
    <w:p w14:paraId="4554C3E7" w14:textId="77777777" w:rsidR="00241209" w:rsidRDefault="00241209" w:rsidP="000541FA">
      <w:pPr>
        <w:pStyle w:val="a3"/>
        <w:spacing w:line="242" w:lineRule="exact"/>
        <w:ind w:firstLineChars="150" w:firstLine="331"/>
      </w:pPr>
      <w:r>
        <w:rPr>
          <w:rFonts w:ascii="ＭＳ 明朝" w:hAnsi="ＭＳ 明朝" w:hint="eastAsia"/>
          <w:b/>
          <w:bCs/>
          <w:sz w:val="22"/>
          <w:szCs w:val="22"/>
        </w:rPr>
        <w:t xml:space="preserve">振込先：千葉銀行幕張支店　</w:t>
      </w:r>
      <w:r>
        <w:rPr>
          <w:rFonts w:ascii="ＭＳ Ｐ明朝" w:eastAsia="ＭＳ Ｐ明朝" w:hAnsi="ＭＳ Ｐ明朝" w:cs="ＭＳ Ｐ明朝" w:hint="eastAsia"/>
          <w:sz w:val="22"/>
          <w:szCs w:val="22"/>
        </w:rPr>
        <w:t>（普）３３４８２２７</w:t>
      </w:r>
      <w:r>
        <w:rPr>
          <w:rFonts w:ascii="ＭＳ 明朝" w:hAnsi="ＭＳ 明朝" w:hint="eastAsia"/>
          <w:sz w:val="22"/>
          <w:szCs w:val="22"/>
        </w:rPr>
        <w:t xml:space="preserve">　放送大学学園</w:t>
      </w:r>
    </w:p>
    <w:p w14:paraId="5FEC4B9C" w14:textId="77777777" w:rsidR="00241209" w:rsidRPr="00737F0D" w:rsidRDefault="00241209" w:rsidP="000541FA">
      <w:pPr>
        <w:pStyle w:val="a3"/>
        <w:spacing w:line="255" w:lineRule="exact"/>
        <w:ind w:firstLineChars="150" w:firstLine="300"/>
        <w:rPr>
          <w:sz w:val="20"/>
          <w:szCs w:val="20"/>
        </w:rPr>
      </w:pPr>
      <w:r w:rsidRPr="00737F0D">
        <w:rPr>
          <w:rFonts w:ascii="ＭＳ 明朝" w:hAnsi="ＭＳ 明朝" w:hint="eastAsia"/>
          <w:sz w:val="20"/>
          <w:szCs w:val="20"/>
        </w:rPr>
        <w:t>＊振込手数料は</w:t>
      </w:r>
      <w:r w:rsidR="00E949FC" w:rsidRPr="00737F0D">
        <w:rPr>
          <w:rFonts w:ascii="ＭＳ 明朝" w:hAnsi="ＭＳ 明朝" w:hint="eastAsia"/>
          <w:sz w:val="20"/>
          <w:szCs w:val="20"/>
        </w:rPr>
        <w:t>，</w:t>
      </w:r>
      <w:r w:rsidRPr="00737F0D">
        <w:rPr>
          <w:rFonts w:ascii="ＭＳ 明朝" w:hAnsi="ＭＳ 明朝" w:hint="eastAsia"/>
          <w:sz w:val="20"/>
          <w:szCs w:val="20"/>
        </w:rPr>
        <w:t>申込者のご負担となります。</w:t>
      </w:r>
    </w:p>
    <w:sectPr w:rsidR="00241209" w:rsidRPr="00737F0D" w:rsidSect="0020261B">
      <w:pgSz w:w="11906" w:h="16838" w:code="9"/>
      <w:pgMar w:top="0" w:right="1701" w:bottom="0" w:left="1701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A6D70" w14:textId="77777777" w:rsidR="00D16F64" w:rsidRDefault="00D16F64" w:rsidP="007C36D5">
      <w:r>
        <w:separator/>
      </w:r>
    </w:p>
  </w:endnote>
  <w:endnote w:type="continuationSeparator" w:id="0">
    <w:p w14:paraId="7418A410" w14:textId="77777777" w:rsidR="00D16F64" w:rsidRDefault="00D16F64" w:rsidP="007C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C5C8A" w14:textId="77777777" w:rsidR="00D16F64" w:rsidRDefault="00D16F64" w:rsidP="007C36D5">
      <w:r>
        <w:separator/>
      </w:r>
    </w:p>
  </w:footnote>
  <w:footnote w:type="continuationSeparator" w:id="0">
    <w:p w14:paraId="470E228D" w14:textId="77777777" w:rsidR="00D16F64" w:rsidRDefault="00D16F64" w:rsidP="007C3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209"/>
    <w:rsid w:val="000005D8"/>
    <w:rsid w:val="000256D1"/>
    <w:rsid w:val="00025F54"/>
    <w:rsid w:val="00043CC7"/>
    <w:rsid w:val="000541FA"/>
    <w:rsid w:val="000A2D69"/>
    <w:rsid w:val="000E3FED"/>
    <w:rsid w:val="001135C0"/>
    <w:rsid w:val="00126914"/>
    <w:rsid w:val="001701AB"/>
    <w:rsid w:val="0017058D"/>
    <w:rsid w:val="00172410"/>
    <w:rsid w:val="001945A4"/>
    <w:rsid w:val="0020261B"/>
    <w:rsid w:val="00227E2D"/>
    <w:rsid w:val="00241209"/>
    <w:rsid w:val="00241B41"/>
    <w:rsid w:val="002543BA"/>
    <w:rsid w:val="00277CC2"/>
    <w:rsid w:val="002A6FAF"/>
    <w:rsid w:val="002A7BCE"/>
    <w:rsid w:val="00330899"/>
    <w:rsid w:val="00345A33"/>
    <w:rsid w:val="00346489"/>
    <w:rsid w:val="00357E5E"/>
    <w:rsid w:val="00360B86"/>
    <w:rsid w:val="00361E30"/>
    <w:rsid w:val="003A030D"/>
    <w:rsid w:val="003A2761"/>
    <w:rsid w:val="003F40A7"/>
    <w:rsid w:val="00434ECE"/>
    <w:rsid w:val="004C56FD"/>
    <w:rsid w:val="004E09A4"/>
    <w:rsid w:val="005319E9"/>
    <w:rsid w:val="005366EE"/>
    <w:rsid w:val="005473C3"/>
    <w:rsid w:val="0055728E"/>
    <w:rsid w:val="00580EEF"/>
    <w:rsid w:val="005A1C95"/>
    <w:rsid w:val="005D5163"/>
    <w:rsid w:val="005D6CC4"/>
    <w:rsid w:val="005E31B9"/>
    <w:rsid w:val="00657769"/>
    <w:rsid w:val="00683815"/>
    <w:rsid w:val="0068441F"/>
    <w:rsid w:val="00685270"/>
    <w:rsid w:val="006857D9"/>
    <w:rsid w:val="00687849"/>
    <w:rsid w:val="00701A09"/>
    <w:rsid w:val="00712AC7"/>
    <w:rsid w:val="007221CB"/>
    <w:rsid w:val="00737F0D"/>
    <w:rsid w:val="007B2301"/>
    <w:rsid w:val="007C36D5"/>
    <w:rsid w:val="007D5F18"/>
    <w:rsid w:val="007E00A1"/>
    <w:rsid w:val="00805FFE"/>
    <w:rsid w:val="0081475E"/>
    <w:rsid w:val="00821709"/>
    <w:rsid w:val="00854F11"/>
    <w:rsid w:val="00892140"/>
    <w:rsid w:val="008B3BAB"/>
    <w:rsid w:val="008D42AD"/>
    <w:rsid w:val="00924F59"/>
    <w:rsid w:val="00940C13"/>
    <w:rsid w:val="00996160"/>
    <w:rsid w:val="009A7825"/>
    <w:rsid w:val="009C3340"/>
    <w:rsid w:val="00AB4002"/>
    <w:rsid w:val="00AE5805"/>
    <w:rsid w:val="00B15E24"/>
    <w:rsid w:val="00B309B3"/>
    <w:rsid w:val="00B662E4"/>
    <w:rsid w:val="00BC2B03"/>
    <w:rsid w:val="00C07F70"/>
    <w:rsid w:val="00C12DBA"/>
    <w:rsid w:val="00C26CF0"/>
    <w:rsid w:val="00C5119B"/>
    <w:rsid w:val="00C518D5"/>
    <w:rsid w:val="00C74B5D"/>
    <w:rsid w:val="00C92B79"/>
    <w:rsid w:val="00CC609A"/>
    <w:rsid w:val="00CE5914"/>
    <w:rsid w:val="00D0065F"/>
    <w:rsid w:val="00D16F64"/>
    <w:rsid w:val="00D62712"/>
    <w:rsid w:val="00D76D1C"/>
    <w:rsid w:val="00DC5265"/>
    <w:rsid w:val="00DD4132"/>
    <w:rsid w:val="00E006AA"/>
    <w:rsid w:val="00E87FDA"/>
    <w:rsid w:val="00E949FC"/>
    <w:rsid w:val="00EE12B6"/>
    <w:rsid w:val="00F23618"/>
    <w:rsid w:val="00F2721B"/>
    <w:rsid w:val="00F525F0"/>
    <w:rsid w:val="00F653A6"/>
    <w:rsid w:val="00F805B4"/>
    <w:rsid w:val="00F83434"/>
    <w:rsid w:val="00F9258F"/>
    <w:rsid w:val="00F9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A191B01"/>
  <w15:chartTrackingRefBased/>
  <w15:docId w15:val="{88E072F7-F534-48BC-B461-B3AE7901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1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semiHidden/>
    <w:rsid w:val="00712AC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C3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C36D5"/>
    <w:rPr>
      <w:kern w:val="2"/>
      <w:sz w:val="21"/>
      <w:szCs w:val="24"/>
    </w:rPr>
  </w:style>
  <w:style w:type="paragraph" w:styleId="a7">
    <w:name w:val="footer"/>
    <w:basedOn w:val="a"/>
    <w:link w:val="a8"/>
    <w:rsid w:val="007C36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C36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3E2E7-AB35-4212-9A12-EB1C96236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放送大学学園</dc:creator>
  <cp:keywords/>
  <dc:description/>
  <cp:lastModifiedBy>神 研二郎</cp:lastModifiedBy>
  <cp:revision>2</cp:revision>
  <cp:lastPrinted>2021-03-12T02:47:00Z</cp:lastPrinted>
  <dcterms:created xsi:type="dcterms:W3CDTF">2025-03-25T08:40:00Z</dcterms:created>
  <dcterms:modified xsi:type="dcterms:W3CDTF">2025-03-25T08:40:00Z</dcterms:modified>
</cp:coreProperties>
</file>